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B4533F" w:rsidRPr="00D15DF8" w:rsidRDefault="007D2EEB" w:rsidP="00B4533F">
      <w:pPr>
        <w:spacing w:line="240" w:lineRule="auto"/>
        <w:rPr>
          <w:rFonts w:cs="Arial"/>
          <w:b/>
          <w:sz w:val="52"/>
          <w:szCs w:val="52"/>
        </w:rPr>
      </w:pPr>
      <w:r w:rsidRPr="00D15DF8">
        <w:rPr>
          <w:rFonts w:cs="Arial"/>
          <w:b/>
          <w:noProof/>
          <w:sz w:val="52"/>
          <w:szCs w:val="52"/>
          <w:lang w:eastAsia="de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4140835</wp:posOffset>
                </wp:positionH>
                <wp:positionV relativeFrom="paragraph">
                  <wp:posOffset>48260</wp:posOffset>
                </wp:positionV>
                <wp:extent cx="1440000" cy="1800000"/>
                <wp:effectExtent l="0" t="0" r="27305" b="1016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800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EEB" w:rsidRDefault="007D2EEB" w:rsidP="007D2EEB">
                            <w:pPr>
                              <w:jc w:val="center"/>
                            </w:pPr>
                            <w:r>
                              <w:t>Aktuelles 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" o:spid="_x0000_s1026" style="position:absolute;margin-left:326.05pt;margin-top:3.8pt;width:113.4pt;height:14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" fillcolor="white [3201]" strokecolor="#ed7d31 [3205]" strokeweight="1pt">
                <v:textbox>
                  <w:txbxContent>
                    <w:p w:rsidR="007D2EEB" w:rsidRDefault="007D2EEB" w:rsidP="007D2EEB">
                      <w:pPr>
                        <w:jc w:val="center"/>
                      </w:pPr>
                      <w:r>
                        <w:t>Aktuelles Bild</w:t>
                      </w:r>
                    </w:p>
                  </w:txbxContent>
                </v:textbox>
              </v:rect>
            </w:pict>
          </mc:Fallback>
        </mc:AlternateContent>
      </w:r>
      <w:r w:rsidR="00B4533F" w:rsidRPr="00D15DF8">
        <w:rPr>
          <w:rFonts w:cs="Arial"/>
          <w:b/>
          <w:sz w:val="52"/>
          <w:szCs w:val="52"/>
        </w:rPr>
        <w:t>Lebenslauf</w:t>
      </w:r>
    </w:p>
    <w:p w:rsidR="00B4533F" w:rsidRPr="00D15DF8" w:rsidRDefault="00B4533F" w:rsidP="00B4533F">
      <w:pPr>
        <w:spacing w:line="240" w:lineRule="auto"/>
        <w:rPr>
          <w:rFonts w:cs="Arial"/>
        </w:rPr>
      </w:pPr>
    </w:p>
    <w:p w:rsidR="00B4533F" w:rsidRPr="00D15DF8" w:rsidRDefault="00B4533F" w:rsidP="009C2281">
      <w:pPr>
        <w:spacing w:after="120" w:line="240" w:lineRule="auto"/>
        <w:ind w:left="2835" w:hanging="2835"/>
        <w:rPr>
          <w:rFonts w:cs="Arial"/>
          <w:b/>
        </w:rPr>
      </w:pPr>
      <w:r w:rsidRPr="00D15DF8">
        <w:rPr>
          <w:rFonts w:cs="Arial"/>
          <w:b/>
        </w:rPr>
        <w:t>Personalien</w:t>
      </w:r>
    </w:p>
    <w:p w:rsidR="00B4533F" w:rsidRPr="00D15DF8" w:rsidRDefault="00B4533F" w:rsidP="009C2281">
      <w:pPr>
        <w:spacing w:after="120" w:line="240" w:lineRule="auto"/>
        <w:ind w:left="2268" w:hanging="2268"/>
        <w:rPr>
          <w:rFonts w:cs="Arial"/>
        </w:rPr>
      </w:pPr>
      <w:r w:rsidRPr="00D15DF8">
        <w:rPr>
          <w:rFonts w:cs="Arial"/>
          <w:b/>
        </w:rPr>
        <w:t>Name, Vorname</w:t>
      </w:r>
      <w:r w:rsidRPr="00D15DF8">
        <w:rPr>
          <w:rFonts w:cs="Arial"/>
        </w:rPr>
        <w:tab/>
        <w:t>Name Vorname</w:t>
      </w:r>
    </w:p>
    <w:p w:rsidR="00B4533F" w:rsidRPr="00D15DF8" w:rsidRDefault="00B4533F" w:rsidP="009C2281">
      <w:pPr>
        <w:spacing w:after="120" w:line="240" w:lineRule="auto"/>
        <w:ind w:left="2268" w:hanging="2268"/>
        <w:rPr>
          <w:rFonts w:cs="Arial"/>
        </w:rPr>
      </w:pPr>
      <w:r w:rsidRPr="00D15DF8">
        <w:rPr>
          <w:rFonts w:cs="Arial"/>
          <w:b/>
        </w:rPr>
        <w:t>Adresse</w:t>
      </w:r>
      <w:r w:rsidRPr="00D15DF8">
        <w:rPr>
          <w:rFonts w:cs="Arial"/>
          <w:b/>
        </w:rPr>
        <w:tab/>
      </w:r>
      <w:r w:rsidRPr="00D15DF8">
        <w:rPr>
          <w:rFonts w:cs="Arial"/>
        </w:rPr>
        <w:t xml:space="preserve">Strasse </w:t>
      </w:r>
      <w:r w:rsidRPr="00D15DF8">
        <w:rPr>
          <w:rFonts w:cs="Arial"/>
        </w:rPr>
        <w:br/>
        <w:t>PLZ Ort</w:t>
      </w:r>
      <w:r w:rsidRPr="00D15DF8">
        <w:rPr>
          <w:rFonts w:cs="Arial"/>
        </w:rPr>
        <w:br/>
        <w:t xml:space="preserve">Telefon </w:t>
      </w:r>
      <w:r w:rsidRPr="00D15DF8">
        <w:rPr>
          <w:rFonts w:cs="Arial"/>
          <w:sz w:val="16"/>
        </w:rPr>
        <w:t>(auf dem du am besten erreichbar bist)</w:t>
      </w:r>
      <w:r w:rsidRPr="00D15DF8">
        <w:rPr>
          <w:rFonts w:cs="Arial"/>
        </w:rPr>
        <w:br/>
        <w:t xml:space="preserve">E-Mail-Adresse </w:t>
      </w:r>
      <w:r w:rsidRPr="00D15DF8">
        <w:rPr>
          <w:rFonts w:cs="Arial"/>
          <w:sz w:val="16"/>
        </w:rPr>
        <w:t>(seriöse Adresse)</w:t>
      </w:r>
    </w:p>
    <w:p w:rsidR="00B4533F" w:rsidRPr="00D15DF8" w:rsidRDefault="00B4533F" w:rsidP="009C2281">
      <w:pPr>
        <w:spacing w:after="120" w:line="240" w:lineRule="auto"/>
        <w:ind w:left="2268" w:hanging="2268"/>
        <w:rPr>
          <w:rFonts w:cs="Arial"/>
        </w:rPr>
      </w:pPr>
      <w:r w:rsidRPr="00D15DF8">
        <w:rPr>
          <w:rFonts w:cs="Arial"/>
          <w:b/>
        </w:rPr>
        <w:t>Geburtsdatum</w:t>
      </w:r>
      <w:r w:rsidRPr="00D15DF8">
        <w:rPr>
          <w:rFonts w:cs="Arial"/>
        </w:rPr>
        <w:tab/>
        <w:t>TT. MMMM JJJJ</w:t>
      </w:r>
    </w:p>
    <w:p w:rsidR="00B4533F" w:rsidRPr="00D15DF8" w:rsidRDefault="00B4533F" w:rsidP="009C2281">
      <w:pPr>
        <w:spacing w:after="120" w:line="240" w:lineRule="auto"/>
        <w:ind w:left="2268" w:hanging="2268"/>
        <w:rPr>
          <w:rFonts w:cs="Arial"/>
        </w:rPr>
      </w:pPr>
      <w:r w:rsidRPr="00D15DF8">
        <w:rPr>
          <w:rFonts w:cs="Arial"/>
          <w:b/>
        </w:rPr>
        <w:t>Heimatort</w:t>
      </w:r>
      <w:r w:rsidRPr="00D15DF8">
        <w:rPr>
          <w:rFonts w:cs="Arial"/>
        </w:rPr>
        <w:tab/>
        <w:t>Heimatort</w:t>
      </w:r>
    </w:p>
    <w:p w:rsidR="00B4533F" w:rsidRPr="00D15DF8" w:rsidRDefault="00B4533F" w:rsidP="009C2281">
      <w:pPr>
        <w:spacing w:after="120" w:line="240" w:lineRule="auto"/>
        <w:ind w:left="2268" w:hanging="2268"/>
        <w:rPr>
          <w:rFonts w:cs="Arial"/>
        </w:rPr>
      </w:pPr>
      <w:r w:rsidRPr="00D15DF8">
        <w:rPr>
          <w:rFonts w:cs="Arial"/>
          <w:b/>
        </w:rPr>
        <w:t>Eltern</w:t>
      </w:r>
      <w:r w:rsidRPr="00D15DF8">
        <w:rPr>
          <w:rFonts w:cs="Arial"/>
        </w:rPr>
        <w:tab/>
        <w:t>Name, Vorname, Jahrgang, Beruf</w:t>
      </w:r>
      <w:r w:rsidRPr="00D15DF8">
        <w:rPr>
          <w:rFonts w:cs="Arial"/>
        </w:rPr>
        <w:br/>
        <w:t>Name, Vorname, Jahrgang, Beruf</w:t>
      </w:r>
    </w:p>
    <w:p w:rsidR="00B4533F" w:rsidRPr="00D15DF8" w:rsidRDefault="00B4533F" w:rsidP="009C2281">
      <w:pPr>
        <w:spacing w:after="120" w:line="240" w:lineRule="auto"/>
        <w:ind w:left="2268" w:hanging="2268"/>
        <w:rPr>
          <w:rFonts w:cs="Arial"/>
        </w:rPr>
      </w:pPr>
      <w:r w:rsidRPr="00D15DF8">
        <w:rPr>
          <w:rFonts w:cs="Arial"/>
          <w:b/>
        </w:rPr>
        <w:t>Geschwister</w:t>
      </w:r>
      <w:r w:rsidRPr="00D15DF8">
        <w:rPr>
          <w:rFonts w:cs="Arial"/>
        </w:rPr>
        <w:tab/>
        <w:t>Vorname, Jahrgang, ev. Beruf</w:t>
      </w:r>
      <w:r w:rsidR="000E48C4" w:rsidRPr="00D15DF8">
        <w:rPr>
          <w:rFonts w:cs="Arial"/>
        </w:rPr>
        <w:t xml:space="preserve"> oder Schule</w:t>
      </w:r>
      <w:r w:rsidRPr="00D15DF8">
        <w:rPr>
          <w:rFonts w:cs="Arial"/>
        </w:rPr>
        <w:br/>
        <w:t>Vorname, Jahrgang, ev. Beruf</w:t>
      </w:r>
      <w:r w:rsidR="000E48C4" w:rsidRPr="00D15DF8">
        <w:rPr>
          <w:rFonts w:cs="Arial"/>
        </w:rPr>
        <w:t xml:space="preserve"> oder Schule</w:t>
      </w:r>
    </w:p>
    <w:p w:rsidR="00B4533F" w:rsidRPr="00D15DF8" w:rsidRDefault="00B4533F" w:rsidP="00D15DF8">
      <w:pPr>
        <w:spacing w:after="0" w:line="240" w:lineRule="auto"/>
        <w:ind w:left="2268" w:hanging="2268"/>
        <w:rPr>
          <w:rFonts w:cs="Arial"/>
        </w:rPr>
      </w:pPr>
    </w:p>
    <w:p w:rsidR="00B4533F" w:rsidRPr="00D15DF8" w:rsidRDefault="00B4533F" w:rsidP="009C2281">
      <w:pPr>
        <w:spacing w:after="120" w:line="240" w:lineRule="auto"/>
        <w:ind w:left="2268" w:hanging="2268"/>
        <w:rPr>
          <w:rFonts w:cs="Arial"/>
          <w:b/>
        </w:rPr>
      </w:pPr>
      <w:r w:rsidRPr="00D15DF8">
        <w:rPr>
          <w:rFonts w:cs="Arial"/>
          <w:b/>
        </w:rPr>
        <w:t>Besuchte Schulen</w:t>
      </w:r>
    </w:p>
    <w:p w:rsidR="00B4533F" w:rsidRPr="00D15DF8" w:rsidRDefault="00B4533F" w:rsidP="009C2281">
      <w:pPr>
        <w:spacing w:after="120" w:line="240" w:lineRule="auto"/>
        <w:ind w:left="2268" w:hanging="2268"/>
        <w:rPr>
          <w:rFonts w:cs="Arial"/>
        </w:rPr>
      </w:pPr>
      <w:r w:rsidRPr="00D15DF8">
        <w:rPr>
          <w:rFonts w:cs="Arial"/>
        </w:rPr>
        <w:t>Zurzeit</w:t>
      </w:r>
      <w:r w:rsidRPr="00D15DF8">
        <w:rPr>
          <w:rFonts w:cs="Arial"/>
        </w:rPr>
        <w:tab/>
        <w:t>Schule, Ort</w:t>
      </w:r>
    </w:p>
    <w:p w:rsidR="00B4533F" w:rsidRPr="00D15DF8" w:rsidRDefault="004024AA" w:rsidP="009C2281">
      <w:pPr>
        <w:spacing w:after="120" w:line="240" w:lineRule="auto"/>
        <w:ind w:left="2268" w:hanging="2268"/>
        <w:rPr>
          <w:rFonts w:cs="Arial"/>
        </w:rPr>
      </w:pPr>
      <w:sdt>
        <w:sdtPr>
          <w:rPr>
            <w:rFonts w:cs="Arial"/>
          </w:rPr>
          <w:id w:val="-462965250"/>
          <w:placeholder>
            <w:docPart w:val="74ACCDC718F0448DB2703AFBE87A7AEF"/>
          </w:placeholder>
          <w:showingPlcHdr/>
          <w:text/>
        </w:sdtPr>
        <w:sdtEndPr/>
        <w:sdtContent>
          <w:r w:rsidR="00B4533F" w:rsidRPr="00D15DF8">
            <w:rPr>
              <w:rFonts w:cs="Arial"/>
            </w:rPr>
            <w:t>Jahr - Jahr</w:t>
          </w:r>
        </w:sdtContent>
      </w:sdt>
      <w:r w:rsidR="00B4533F" w:rsidRPr="00D15DF8">
        <w:rPr>
          <w:rFonts w:cs="Arial"/>
        </w:rPr>
        <w:tab/>
        <w:t>Schule, Ort</w:t>
      </w:r>
    </w:p>
    <w:p w:rsidR="00B4533F" w:rsidRPr="00D15DF8" w:rsidRDefault="004024AA" w:rsidP="009C2281">
      <w:pPr>
        <w:spacing w:after="120" w:line="240" w:lineRule="auto"/>
        <w:ind w:left="2268" w:hanging="2268"/>
        <w:rPr>
          <w:rFonts w:cs="Arial"/>
        </w:rPr>
      </w:pPr>
      <w:sdt>
        <w:sdtPr>
          <w:rPr>
            <w:rFonts w:cs="Arial"/>
          </w:rPr>
          <w:id w:val="-1390106763"/>
          <w:placeholder>
            <w:docPart w:val="65E337AD0B9848D5B08B0EEEA26DFF24"/>
          </w:placeholder>
          <w:showingPlcHdr/>
          <w:text/>
        </w:sdtPr>
        <w:sdtEndPr/>
        <w:sdtContent>
          <w:r w:rsidR="00B4533F" w:rsidRPr="00D15DF8">
            <w:rPr>
              <w:rFonts w:cs="Arial"/>
            </w:rPr>
            <w:t>Jahr - Jahr</w:t>
          </w:r>
        </w:sdtContent>
      </w:sdt>
      <w:r w:rsidR="00B4533F" w:rsidRPr="00D15DF8">
        <w:rPr>
          <w:rFonts w:cs="Arial"/>
        </w:rPr>
        <w:tab/>
        <w:t>Schule, Ort</w:t>
      </w:r>
    </w:p>
    <w:p w:rsidR="00B4533F" w:rsidRPr="00D15DF8" w:rsidRDefault="00B4533F" w:rsidP="00D15DF8">
      <w:pPr>
        <w:spacing w:after="0" w:line="240" w:lineRule="auto"/>
        <w:ind w:left="2268" w:hanging="2268"/>
        <w:rPr>
          <w:rFonts w:cs="Arial"/>
        </w:rPr>
      </w:pPr>
    </w:p>
    <w:p w:rsidR="00B4533F" w:rsidRPr="00D15DF8" w:rsidRDefault="00B4533F" w:rsidP="009C2281">
      <w:pPr>
        <w:tabs>
          <w:tab w:val="left" w:pos="5954"/>
        </w:tabs>
        <w:spacing w:after="120" w:line="240" w:lineRule="auto"/>
        <w:ind w:left="2268" w:hanging="2268"/>
        <w:rPr>
          <w:rFonts w:cs="Arial"/>
        </w:rPr>
      </w:pPr>
      <w:r w:rsidRPr="00D15DF8">
        <w:rPr>
          <w:rFonts w:cs="Arial"/>
          <w:b/>
        </w:rPr>
        <w:t>Sprach</w:t>
      </w:r>
      <w:r w:rsidR="009C2281" w:rsidRPr="00D15DF8">
        <w:rPr>
          <w:rFonts w:cs="Arial"/>
          <w:b/>
        </w:rPr>
        <w:t>en</w:t>
      </w:r>
      <w:r w:rsidRPr="00D15DF8">
        <w:rPr>
          <w:rFonts w:cs="Arial"/>
          <w:b/>
        </w:rPr>
        <w:tab/>
      </w:r>
      <w:r w:rsidR="00B361A4" w:rsidRPr="00D15DF8">
        <w:rPr>
          <w:rFonts w:cs="Arial"/>
        </w:rPr>
        <w:t>z.B. Deutsch</w:t>
      </w:r>
      <w:r w:rsidRPr="00D15DF8">
        <w:rPr>
          <w:rFonts w:cs="Arial"/>
        </w:rPr>
        <w:tab/>
      </w:r>
      <w:r w:rsidR="00B361A4" w:rsidRPr="00D15DF8">
        <w:rPr>
          <w:rFonts w:cs="Arial"/>
        </w:rPr>
        <w:t>Muttersprache</w:t>
      </w:r>
      <w:r w:rsidR="00B361A4" w:rsidRPr="00D15DF8">
        <w:rPr>
          <w:rFonts w:cs="Arial"/>
        </w:rPr>
        <w:br/>
        <w:t>z.B. Französisch</w:t>
      </w:r>
      <w:r w:rsidRPr="00D15DF8">
        <w:rPr>
          <w:rFonts w:cs="Arial"/>
        </w:rPr>
        <w:tab/>
      </w:r>
      <w:r w:rsidR="00B361A4" w:rsidRPr="00D15DF8">
        <w:rPr>
          <w:rFonts w:cs="Arial"/>
        </w:rPr>
        <w:t>Schulkenntnisse</w:t>
      </w:r>
      <w:r w:rsidR="00B361A4" w:rsidRPr="00D15DF8">
        <w:rPr>
          <w:rFonts w:cs="Arial"/>
        </w:rPr>
        <w:br/>
        <w:t>z.B. Englisch</w:t>
      </w:r>
      <w:r w:rsidRPr="00D15DF8">
        <w:rPr>
          <w:rFonts w:cs="Arial"/>
        </w:rPr>
        <w:tab/>
      </w:r>
      <w:r w:rsidR="00B361A4" w:rsidRPr="00D15DF8">
        <w:rPr>
          <w:rFonts w:cs="Arial"/>
        </w:rPr>
        <w:t>Schulkenntnisse</w:t>
      </w:r>
      <w:r w:rsidR="00B361A4" w:rsidRPr="00D15DF8">
        <w:rPr>
          <w:rFonts w:cs="Arial"/>
        </w:rPr>
        <w:br/>
        <w:t>weitere</w:t>
      </w:r>
      <w:r w:rsidRPr="00D15DF8">
        <w:rPr>
          <w:rFonts w:cs="Arial"/>
        </w:rPr>
        <w:tab/>
      </w:r>
      <w:r w:rsidR="00B361A4" w:rsidRPr="00D15DF8">
        <w:rPr>
          <w:rFonts w:cs="Arial"/>
        </w:rPr>
        <w:t>zweite Muttersprache</w:t>
      </w:r>
    </w:p>
    <w:p w:rsidR="00B4533F" w:rsidRPr="00D15DF8" w:rsidRDefault="00B4533F" w:rsidP="00D15DF8">
      <w:pPr>
        <w:spacing w:after="0" w:line="240" w:lineRule="auto"/>
        <w:ind w:left="2268" w:hanging="2268"/>
        <w:rPr>
          <w:rFonts w:cs="Arial"/>
        </w:rPr>
      </w:pPr>
    </w:p>
    <w:p w:rsidR="00B4533F" w:rsidRPr="00D15DF8" w:rsidRDefault="00B4533F" w:rsidP="009C2281">
      <w:pPr>
        <w:spacing w:after="120" w:line="240" w:lineRule="auto"/>
        <w:ind w:left="2268" w:hanging="2268"/>
        <w:rPr>
          <w:rFonts w:cs="Arial"/>
          <w:b/>
        </w:rPr>
      </w:pPr>
      <w:r w:rsidRPr="00D15DF8">
        <w:rPr>
          <w:rFonts w:cs="Arial"/>
          <w:b/>
        </w:rPr>
        <w:t>Schnupperlehre</w:t>
      </w:r>
      <w:r w:rsidR="009C2281" w:rsidRPr="00D15DF8">
        <w:rPr>
          <w:rFonts w:cs="Arial"/>
          <w:b/>
        </w:rPr>
        <w:t>n</w:t>
      </w:r>
    </w:p>
    <w:p w:rsidR="00B4533F" w:rsidRPr="00D15DF8" w:rsidRDefault="00B361A4" w:rsidP="009C2281">
      <w:pPr>
        <w:spacing w:after="120" w:line="240" w:lineRule="auto"/>
        <w:ind w:left="2268" w:hanging="2268"/>
        <w:rPr>
          <w:rFonts w:cs="Arial"/>
        </w:rPr>
      </w:pPr>
      <w:r w:rsidRPr="00D15DF8">
        <w:rPr>
          <w:rFonts w:cs="Arial"/>
        </w:rPr>
        <w:t>Datum</w:t>
      </w:r>
      <w:r w:rsidR="00B4533F" w:rsidRPr="00D15DF8">
        <w:rPr>
          <w:rFonts w:cs="Arial"/>
        </w:rPr>
        <w:tab/>
      </w:r>
      <w:r w:rsidRPr="00D15DF8">
        <w:rPr>
          <w:rFonts w:cs="Arial"/>
        </w:rPr>
        <w:t>z.B. 3 Tage, Kaufmann/</w:t>
      </w:r>
      <w:r w:rsidR="00CD195E" w:rsidRPr="00D15DF8">
        <w:rPr>
          <w:rFonts w:cs="Arial"/>
        </w:rPr>
        <w:t>-</w:t>
      </w:r>
      <w:r w:rsidRPr="00D15DF8">
        <w:rPr>
          <w:rFonts w:cs="Arial"/>
        </w:rPr>
        <w:t>frau EFZ, Import AG, Baden</w:t>
      </w:r>
      <w:r w:rsidRPr="00D15DF8">
        <w:rPr>
          <w:rFonts w:cs="Arial"/>
        </w:rPr>
        <w:br/>
        <w:t xml:space="preserve">z.B. 2 Tage, </w:t>
      </w:r>
      <w:proofErr w:type="spellStart"/>
      <w:r w:rsidRPr="00D15DF8">
        <w:rPr>
          <w:rFonts w:cs="Arial"/>
        </w:rPr>
        <w:t>Mediamatiker</w:t>
      </w:r>
      <w:proofErr w:type="spellEnd"/>
      <w:r w:rsidR="00CD195E" w:rsidRPr="00D15DF8">
        <w:rPr>
          <w:rFonts w:cs="Arial"/>
        </w:rPr>
        <w:t>/-in</w:t>
      </w:r>
      <w:r w:rsidRPr="00D15DF8">
        <w:rPr>
          <w:rFonts w:cs="Arial"/>
        </w:rPr>
        <w:t xml:space="preserve"> EFZ, Solution GmbH, Zürich</w:t>
      </w:r>
    </w:p>
    <w:p w:rsidR="00B4533F" w:rsidRPr="00D15DF8" w:rsidRDefault="00B4533F" w:rsidP="00D15DF8">
      <w:pPr>
        <w:spacing w:after="0" w:line="240" w:lineRule="auto"/>
        <w:ind w:left="2268" w:hanging="2268"/>
        <w:rPr>
          <w:rFonts w:cs="Arial"/>
        </w:rPr>
      </w:pPr>
    </w:p>
    <w:p w:rsidR="00B4533F" w:rsidRPr="00D15DF8" w:rsidRDefault="00B4533F" w:rsidP="009C2281">
      <w:pPr>
        <w:spacing w:after="120" w:line="240" w:lineRule="auto"/>
        <w:ind w:left="2268" w:hanging="2268"/>
        <w:rPr>
          <w:rFonts w:cs="Arial"/>
        </w:rPr>
      </w:pPr>
      <w:r w:rsidRPr="00D15DF8">
        <w:rPr>
          <w:rFonts w:cs="Arial"/>
          <w:b/>
        </w:rPr>
        <w:t>Hobbies</w:t>
      </w:r>
      <w:r w:rsidRPr="00D15DF8">
        <w:rPr>
          <w:rFonts w:cs="Arial"/>
        </w:rPr>
        <w:tab/>
      </w:r>
      <w:r w:rsidR="00B361A4" w:rsidRPr="00D15DF8">
        <w:rPr>
          <w:rFonts w:cs="Arial"/>
        </w:rPr>
        <w:t>E</w:t>
      </w:r>
      <w:r w:rsidR="009C2281" w:rsidRPr="00D15DF8">
        <w:rPr>
          <w:rFonts w:cs="Arial"/>
        </w:rPr>
        <w:t>ntwicklung von Webseiten</w:t>
      </w:r>
      <w:r w:rsidR="009C2281" w:rsidRPr="00D15DF8">
        <w:rPr>
          <w:rFonts w:cs="Arial"/>
        </w:rPr>
        <w:br/>
        <w:t>Biken</w:t>
      </w:r>
      <w:r w:rsidR="007D2EEB" w:rsidRPr="00D15DF8">
        <w:rPr>
          <w:rFonts w:cs="Arial"/>
        </w:rPr>
        <w:br/>
        <w:t>Kochen (vor allem asiatische Küche)</w:t>
      </w:r>
    </w:p>
    <w:p w:rsidR="00B4533F" w:rsidRPr="00D15DF8" w:rsidRDefault="00B4533F" w:rsidP="00D15DF8">
      <w:pPr>
        <w:spacing w:after="0" w:line="240" w:lineRule="auto"/>
        <w:ind w:left="2268" w:hanging="2268"/>
        <w:rPr>
          <w:rFonts w:cs="Arial"/>
        </w:rPr>
      </w:pPr>
    </w:p>
    <w:p w:rsidR="009C2281" w:rsidRPr="00D15DF8" w:rsidRDefault="009C2281" w:rsidP="009C2281">
      <w:pPr>
        <w:spacing w:after="120" w:line="240" w:lineRule="auto"/>
        <w:ind w:left="2268" w:hanging="2268"/>
        <w:rPr>
          <w:rFonts w:cs="Arial"/>
        </w:rPr>
      </w:pPr>
      <w:r w:rsidRPr="00D15DF8">
        <w:rPr>
          <w:rFonts w:cs="Arial"/>
          <w:b/>
        </w:rPr>
        <w:t>Engagements</w:t>
      </w:r>
      <w:r w:rsidRPr="00D15DF8">
        <w:rPr>
          <w:rFonts w:cs="Arial"/>
        </w:rPr>
        <w:tab/>
        <w:t xml:space="preserve">Leiter </w:t>
      </w:r>
      <w:proofErr w:type="spellStart"/>
      <w:r w:rsidRPr="00D15DF8">
        <w:rPr>
          <w:rFonts w:cs="Arial"/>
        </w:rPr>
        <w:t>Pfadi</w:t>
      </w:r>
      <w:proofErr w:type="spellEnd"/>
      <w:r w:rsidRPr="00D15DF8">
        <w:rPr>
          <w:rFonts w:cs="Arial"/>
        </w:rPr>
        <w:t>, Ort</w:t>
      </w:r>
    </w:p>
    <w:p w:rsidR="009C2281" w:rsidRPr="00D15DF8" w:rsidRDefault="009C2281" w:rsidP="00D15DF8">
      <w:pPr>
        <w:spacing w:after="0" w:line="240" w:lineRule="auto"/>
        <w:ind w:left="2268" w:hanging="2268"/>
        <w:rPr>
          <w:rFonts w:cs="Arial"/>
        </w:rPr>
      </w:pPr>
    </w:p>
    <w:p w:rsidR="00B4533F" w:rsidRPr="00D15DF8" w:rsidRDefault="00B4533F" w:rsidP="009C2281">
      <w:pPr>
        <w:tabs>
          <w:tab w:val="left" w:pos="5954"/>
        </w:tabs>
        <w:spacing w:after="120" w:line="240" w:lineRule="auto"/>
        <w:ind w:left="2268" w:hanging="2268"/>
        <w:rPr>
          <w:rFonts w:cs="Arial"/>
        </w:rPr>
      </w:pPr>
      <w:r w:rsidRPr="00D15DF8">
        <w:rPr>
          <w:rFonts w:cs="Arial"/>
          <w:b/>
        </w:rPr>
        <w:t>Referenzen</w:t>
      </w:r>
      <w:r w:rsidRPr="00D15DF8">
        <w:rPr>
          <w:rFonts w:cs="Arial"/>
        </w:rPr>
        <w:tab/>
      </w:r>
      <w:r w:rsidR="009C2281" w:rsidRPr="00D15DF8">
        <w:rPr>
          <w:rFonts w:cs="Arial"/>
        </w:rPr>
        <w:t>z.B. Klassenlehrer</w:t>
      </w:r>
      <w:r w:rsidR="007D2EEB" w:rsidRPr="00D15DF8">
        <w:rPr>
          <w:rFonts w:cs="Arial"/>
        </w:rPr>
        <w:br/>
      </w:r>
      <w:r w:rsidR="009C2281" w:rsidRPr="00D15DF8">
        <w:rPr>
          <w:rFonts w:cs="Arial"/>
        </w:rPr>
        <w:t>Vorname Name</w:t>
      </w:r>
      <w:r w:rsidR="009C2281" w:rsidRPr="00D15DF8">
        <w:rPr>
          <w:rFonts w:cs="Arial"/>
        </w:rPr>
        <w:br/>
        <w:t>Name der Schule</w:t>
      </w:r>
      <w:r w:rsidR="009C2281" w:rsidRPr="00D15DF8">
        <w:rPr>
          <w:rFonts w:cs="Arial"/>
        </w:rPr>
        <w:br/>
        <w:t>Strasse Nr.</w:t>
      </w:r>
      <w:r w:rsidR="009C2281" w:rsidRPr="00D15DF8">
        <w:rPr>
          <w:rFonts w:cs="Arial"/>
        </w:rPr>
        <w:br/>
        <w:t>PLZ Ort</w:t>
      </w:r>
      <w:r w:rsidR="009C2281" w:rsidRPr="00D15DF8">
        <w:rPr>
          <w:rFonts w:cs="Arial"/>
        </w:rPr>
        <w:br/>
        <w:t>Telefon</w:t>
      </w:r>
    </w:p>
    <w:sectPr w:rsidR="00B4533F" w:rsidRPr="00D15DF8" w:rsidSect="00533075">
      <w:footerReference w:type="default" r:id="rId6"/>
      <w:pgSz w:w="11906" w:h="16838" w:code="9"/>
      <w:pgMar w:top="1701" w:right="851" w:bottom="113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DF8" w:rsidRDefault="00D15DF8" w:rsidP="00D15DF8">
      <w:pPr>
        <w:spacing w:after="0" w:line="240" w:lineRule="auto"/>
      </w:pPr>
      <w:r>
        <w:separator/>
      </w:r>
    </w:p>
  </w:endnote>
  <w:endnote w:type="continuationSeparator" w:id="0">
    <w:p w:rsidR="00D15DF8" w:rsidRDefault="00D15DF8" w:rsidP="00D15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DF8" w:rsidRDefault="00D15DF8" w:rsidP="00D15DF8">
    <w:pPr>
      <w:pStyle w:val="Fuzeile"/>
      <w:rPr>
        <w:sz w:val="19"/>
        <w:szCs w:val="19"/>
      </w:rPr>
    </w:pPr>
    <w:r>
      <w:rPr>
        <w:sz w:val="19"/>
        <w:szCs w:val="19"/>
        <w:lang w:val="de-DE"/>
      </w:rPr>
      <w:t>Darf für Unterrichtszwecke verwendet und bearbeitet werden!</w:t>
    </w:r>
    <w:r>
      <w:rPr>
        <w:sz w:val="19"/>
        <w:szCs w:val="19"/>
        <w:lang w:val="de-DE"/>
      </w:rPr>
      <w:tab/>
      <w:t xml:space="preserve">Seite </w:t>
    </w:r>
    <w:r>
      <w:rPr>
        <w:b/>
        <w:bCs/>
        <w:sz w:val="19"/>
        <w:szCs w:val="19"/>
      </w:rPr>
      <w:fldChar w:fldCharType="begin"/>
    </w:r>
    <w:r>
      <w:rPr>
        <w:b/>
        <w:bCs/>
        <w:sz w:val="19"/>
        <w:szCs w:val="19"/>
      </w:rPr>
      <w:instrText>PAGE  \* Arabic  \* MERGEFORMAT</w:instrText>
    </w:r>
    <w:r>
      <w:rPr>
        <w:b/>
        <w:bCs/>
        <w:sz w:val="19"/>
        <w:szCs w:val="19"/>
      </w:rPr>
      <w:fldChar w:fldCharType="separate"/>
    </w:r>
    <w:r w:rsidR="004024AA" w:rsidRPr="004024AA">
      <w:rPr>
        <w:b/>
        <w:bCs/>
        <w:noProof/>
        <w:sz w:val="19"/>
        <w:szCs w:val="19"/>
        <w:lang w:val="de-DE"/>
      </w:rPr>
      <w:t>1</w:t>
    </w:r>
    <w:r>
      <w:rPr>
        <w:b/>
        <w:bCs/>
        <w:sz w:val="19"/>
        <w:szCs w:val="19"/>
      </w:rPr>
      <w:fldChar w:fldCharType="end"/>
    </w:r>
    <w:r>
      <w:rPr>
        <w:sz w:val="19"/>
        <w:szCs w:val="19"/>
        <w:lang w:val="de-DE"/>
      </w:rPr>
      <w:t xml:space="preserve"> </w:t>
    </w:r>
    <w:r>
      <w:rPr>
        <w:sz w:val="19"/>
        <w:szCs w:val="19"/>
        <w:lang w:val="de-DE"/>
      </w:rPr>
      <w:sym w:font="Symbol" w:char="F0BD"/>
    </w:r>
    <w:r>
      <w:rPr>
        <w:b/>
        <w:bCs/>
        <w:sz w:val="19"/>
        <w:szCs w:val="19"/>
      </w:rPr>
      <w:fldChar w:fldCharType="begin"/>
    </w:r>
    <w:r>
      <w:rPr>
        <w:b/>
        <w:bCs/>
        <w:sz w:val="19"/>
        <w:szCs w:val="19"/>
      </w:rPr>
      <w:instrText>NUMPAGES  \* Arabic  \* MERGEFORMAT</w:instrText>
    </w:r>
    <w:r>
      <w:rPr>
        <w:b/>
        <w:bCs/>
        <w:sz w:val="19"/>
        <w:szCs w:val="19"/>
      </w:rPr>
      <w:fldChar w:fldCharType="separate"/>
    </w:r>
    <w:r w:rsidR="004024AA" w:rsidRPr="004024AA">
      <w:rPr>
        <w:b/>
        <w:bCs/>
        <w:noProof/>
        <w:sz w:val="19"/>
        <w:szCs w:val="19"/>
        <w:lang w:val="de-DE"/>
      </w:rPr>
      <w:t>1</w:t>
    </w:r>
    <w:r>
      <w:rPr>
        <w:b/>
        <w:bCs/>
        <w:sz w:val="19"/>
        <w:szCs w:val="19"/>
      </w:rPr>
      <w:fldChar w:fldCharType="end"/>
    </w:r>
  </w:p>
  <w:p w:rsidR="00D15DF8" w:rsidRDefault="00D15DF8" w:rsidP="00D15DF8">
    <w:pPr>
      <w:pStyle w:val="Fuzeile"/>
      <w:jc w:val="both"/>
      <w:rPr>
        <w:sz w:val="6"/>
        <w:szCs w:val="19"/>
      </w:rPr>
    </w:pPr>
  </w:p>
  <w:p w:rsidR="00D15DF8" w:rsidRDefault="00D15DF8" w:rsidP="00D15DF8">
    <w:pPr>
      <w:pStyle w:val="Fuzeile"/>
      <w:jc w:val="both"/>
      <w:rPr>
        <w:sz w:val="2"/>
        <w:szCs w:val="2"/>
      </w:rPr>
    </w:pPr>
    <w:r>
      <w:rPr>
        <w:sz w:val="19"/>
        <w:szCs w:val="19"/>
      </w:rPr>
      <w:t xml:space="preserve">Juventus Wirtschaftsschule </w:t>
    </w:r>
    <w:r>
      <w:rPr>
        <w:sz w:val="19"/>
        <w:szCs w:val="19"/>
      </w:rPr>
      <w:sym w:font="Symbol" w:char="F0BD"/>
    </w:r>
    <w:r>
      <w:rPr>
        <w:sz w:val="19"/>
        <w:szCs w:val="19"/>
      </w:rPr>
      <w:t xml:space="preserve"> Lagerstrasse 45 </w:t>
    </w:r>
    <w:r>
      <w:rPr>
        <w:sz w:val="19"/>
        <w:szCs w:val="19"/>
      </w:rPr>
      <w:sym w:font="Symbol" w:char="F0BD"/>
    </w:r>
    <w:r>
      <w:rPr>
        <w:sz w:val="19"/>
        <w:szCs w:val="19"/>
      </w:rPr>
      <w:t xml:space="preserve"> 8004 Zürich </w:t>
    </w:r>
    <w:r>
      <w:rPr>
        <w:sz w:val="19"/>
        <w:szCs w:val="19"/>
      </w:rPr>
      <w:sym w:font="Symbol" w:char="F0BD"/>
    </w:r>
    <w:r>
      <w:rPr>
        <w:sz w:val="19"/>
        <w:szCs w:val="19"/>
      </w:rPr>
      <w:t xml:space="preserve"> 043-268 25 11 </w:t>
    </w:r>
    <w:r>
      <w:rPr>
        <w:sz w:val="19"/>
        <w:szCs w:val="19"/>
      </w:rPr>
      <w:sym w:font="Symbol" w:char="F0BD"/>
    </w:r>
    <w:r>
      <w:rPr>
        <w:sz w:val="19"/>
        <w:szCs w:val="19"/>
      </w:rPr>
      <w:t xml:space="preserve"> </w:t>
    </w:r>
    <w:hyperlink r:id="rId1" w:history="1">
      <w:r>
        <w:rPr>
          <w:rStyle w:val="Hyperlink"/>
          <w:sz w:val="19"/>
          <w:szCs w:val="19"/>
        </w:rPr>
        <w:t>info@juventus-wirtschaftsschule.ch</w:t>
      </w:r>
    </w:hyperlink>
    <w:r>
      <w:rPr>
        <w:sz w:val="19"/>
        <w:szCs w:val="19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DF8" w:rsidRDefault="00D15DF8" w:rsidP="00D15DF8">
      <w:pPr>
        <w:spacing w:after="0" w:line="240" w:lineRule="auto"/>
      </w:pPr>
      <w:r>
        <w:separator/>
      </w:r>
    </w:p>
  </w:footnote>
  <w:footnote w:type="continuationSeparator" w:id="0">
    <w:p w:rsidR="00D15DF8" w:rsidRDefault="00D15DF8" w:rsidP="00D15D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33F"/>
    <w:rsid w:val="000E48C4"/>
    <w:rsid w:val="001F0A7F"/>
    <w:rsid w:val="004024AA"/>
    <w:rsid w:val="00533075"/>
    <w:rsid w:val="007D2EEB"/>
    <w:rsid w:val="007E1B63"/>
    <w:rsid w:val="009C2281"/>
    <w:rsid w:val="00B361A4"/>
    <w:rsid w:val="00B4533F"/>
    <w:rsid w:val="00CD195E"/>
    <w:rsid w:val="00D15DF8"/>
    <w:rsid w:val="00DD1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53849BC-4B7D-467C-A2E6-C01F2935D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4533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15D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15DF8"/>
  </w:style>
  <w:style w:type="paragraph" w:styleId="Fuzeile">
    <w:name w:val="footer"/>
    <w:basedOn w:val="Standard"/>
    <w:link w:val="FuzeileZchn"/>
    <w:uiPriority w:val="99"/>
    <w:unhideWhenUsed/>
    <w:rsid w:val="00D15D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15DF8"/>
  </w:style>
  <w:style w:type="character" w:styleId="Hyperlink">
    <w:name w:val="Hyperlink"/>
    <w:basedOn w:val="Absatz-Standardschriftart"/>
    <w:uiPriority w:val="99"/>
    <w:semiHidden/>
    <w:unhideWhenUsed/>
    <w:rsid w:val="00D15D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3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juventus-wirtschaftsschule.ch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4ACCDC718F0448DB2703AFBE87A7A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65701D-6671-4248-AD7B-804F1436374C}"/>
      </w:docPartPr>
      <w:docPartBody>
        <w:p w:rsidR="007308B6" w:rsidRDefault="00D4715B" w:rsidP="00D4715B">
          <w:pPr>
            <w:pStyle w:val="74ACCDC718F0448DB2703AFBE87A7AEF"/>
          </w:pPr>
          <w:r>
            <w:rPr>
              <w:rFonts w:ascii="Arial" w:hAnsi="Arial" w:cs="Arial"/>
            </w:rPr>
            <w:t>Jahr - Jahr</w:t>
          </w:r>
        </w:p>
      </w:docPartBody>
    </w:docPart>
    <w:docPart>
      <w:docPartPr>
        <w:name w:val="65E337AD0B9848D5B08B0EEEA26DFF2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7E2697-BBCE-49C7-8C27-62AFFCF548A3}"/>
      </w:docPartPr>
      <w:docPartBody>
        <w:p w:rsidR="007308B6" w:rsidRDefault="00D4715B" w:rsidP="00D4715B">
          <w:pPr>
            <w:pStyle w:val="65E337AD0B9848D5B08B0EEEA26DFF24"/>
          </w:pPr>
          <w:r>
            <w:rPr>
              <w:rFonts w:ascii="Arial" w:hAnsi="Arial" w:cs="Arial"/>
            </w:rPr>
            <w:t>Jahr - Jahr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15B"/>
    <w:rsid w:val="007308B6"/>
    <w:rsid w:val="00D4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61803E88E5EF436A9DF51877D9235DB0">
    <w:name w:val="61803E88E5EF436A9DF51877D9235DB0"/>
    <w:rsid w:val="00D4715B"/>
  </w:style>
  <w:style w:type="paragraph" w:customStyle="1" w:styleId="87A1F72C23C549A482CA314ADCD5525C">
    <w:name w:val="87A1F72C23C549A482CA314ADCD5525C"/>
    <w:rsid w:val="00D4715B"/>
  </w:style>
  <w:style w:type="paragraph" w:customStyle="1" w:styleId="C4C87F23668C4121ABAEA956566B027F">
    <w:name w:val="C4C87F23668C4121ABAEA956566B027F"/>
    <w:rsid w:val="00D4715B"/>
  </w:style>
  <w:style w:type="paragraph" w:customStyle="1" w:styleId="94752FC34AE444AD9ED4F9C704F154CC">
    <w:name w:val="94752FC34AE444AD9ED4F9C704F154CC"/>
    <w:rsid w:val="00D4715B"/>
  </w:style>
  <w:style w:type="paragraph" w:customStyle="1" w:styleId="D3450F51E087489AA979787FB4CDAB93">
    <w:name w:val="D3450F51E087489AA979787FB4CDAB93"/>
    <w:rsid w:val="00D4715B"/>
  </w:style>
  <w:style w:type="paragraph" w:customStyle="1" w:styleId="0CBBF093B9264337A314D4147D7653B1">
    <w:name w:val="0CBBF093B9264337A314D4147D7653B1"/>
    <w:rsid w:val="00D4715B"/>
  </w:style>
  <w:style w:type="paragraph" w:customStyle="1" w:styleId="C602F646F7BC4510B9C2D089AA8ECFC9">
    <w:name w:val="C602F646F7BC4510B9C2D089AA8ECFC9"/>
    <w:rsid w:val="00D4715B"/>
  </w:style>
  <w:style w:type="paragraph" w:customStyle="1" w:styleId="E76EB2CAF2674443BE6239B398825E57">
    <w:name w:val="E76EB2CAF2674443BE6239B398825E57"/>
    <w:rsid w:val="00D4715B"/>
  </w:style>
  <w:style w:type="paragraph" w:customStyle="1" w:styleId="56DA0F3B9D4F48ECAED450A917AAC266">
    <w:name w:val="56DA0F3B9D4F48ECAED450A917AAC266"/>
    <w:rsid w:val="00D4715B"/>
  </w:style>
  <w:style w:type="paragraph" w:customStyle="1" w:styleId="BD273607C8AD48F1BFF311795A4FC138">
    <w:name w:val="BD273607C8AD48F1BFF311795A4FC138"/>
    <w:rsid w:val="00D4715B"/>
  </w:style>
  <w:style w:type="paragraph" w:customStyle="1" w:styleId="74ACCDC718F0448DB2703AFBE87A7AEF">
    <w:name w:val="74ACCDC718F0448DB2703AFBE87A7AEF"/>
    <w:rsid w:val="00D4715B"/>
  </w:style>
  <w:style w:type="paragraph" w:customStyle="1" w:styleId="5B754386F4D64E72936659F2377AF6A4">
    <w:name w:val="5B754386F4D64E72936659F2377AF6A4"/>
    <w:rsid w:val="00D4715B"/>
  </w:style>
  <w:style w:type="paragraph" w:customStyle="1" w:styleId="65E337AD0B9848D5B08B0EEEA26DFF24">
    <w:name w:val="65E337AD0B9848D5B08B0EEEA26DFF24"/>
    <w:rsid w:val="00D4715B"/>
  </w:style>
  <w:style w:type="paragraph" w:customStyle="1" w:styleId="A1DE4734E6CF4254974C4B837275B93C">
    <w:name w:val="A1DE4734E6CF4254974C4B837275B93C"/>
    <w:rsid w:val="00D4715B"/>
  </w:style>
  <w:style w:type="paragraph" w:customStyle="1" w:styleId="A29CA5F8769B45FEB8003F9DA0845EE1">
    <w:name w:val="A29CA5F8769B45FEB8003F9DA0845EE1"/>
    <w:rsid w:val="00D4715B"/>
  </w:style>
  <w:style w:type="paragraph" w:customStyle="1" w:styleId="088BFDB92E0549AD95FB51F663C42729">
    <w:name w:val="088BFDB92E0549AD95FB51F663C42729"/>
    <w:rsid w:val="00D4715B"/>
  </w:style>
  <w:style w:type="paragraph" w:customStyle="1" w:styleId="774BCEC457DA441F8D209ED04E903EF8">
    <w:name w:val="774BCEC457DA441F8D209ED04E903EF8"/>
    <w:rsid w:val="00D4715B"/>
  </w:style>
  <w:style w:type="paragraph" w:customStyle="1" w:styleId="D373ADADF2284CB9B784EB5CE79B65AF">
    <w:name w:val="D373ADADF2284CB9B784EB5CE79B65AF"/>
    <w:rsid w:val="00D4715B"/>
  </w:style>
  <w:style w:type="paragraph" w:customStyle="1" w:styleId="2685D73E52FE454CBDB617F11BF9CD96">
    <w:name w:val="2685D73E52FE454CBDB617F11BF9CD96"/>
    <w:rsid w:val="00D4715B"/>
  </w:style>
  <w:style w:type="paragraph" w:customStyle="1" w:styleId="6C0CEC9273AD43DDA240874874F057F7">
    <w:name w:val="6C0CEC9273AD43DDA240874874F057F7"/>
    <w:rsid w:val="00D4715B"/>
  </w:style>
  <w:style w:type="paragraph" w:customStyle="1" w:styleId="9DB633E3AA0747A3B479C914D5146BD3">
    <w:name w:val="9DB633E3AA0747A3B479C914D5146BD3"/>
    <w:rsid w:val="00D4715B"/>
  </w:style>
  <w:style w:type="paragraph" w:customStyle="1" w:styleId="0BAD7BC01F1246528F0C2A71FC39CDDB">
    <w:name w:val="0BAD7BC01F1246528F0C2A71FC39CDDB"/>
    <w:rsid w:val="00D4715B"/>
  </w:style>
  <w:style w:type="paragraph" w:customStyle="1" w:styleId="C0718DEFD6E74CA2A2930813186BC197">
    <w:name w:val="C0718DEFD6E74CA2A2930813186BC197"/>
    <w:rsid w:val="00D4715B"/>
  </w:style>
  <w:style w:type="paragraph" w:customStyle="1" w:styleId="7493E6126CC244C8806E70F811530957">
    <w:name w:val="7493E6126CC244C8806E70F811530957"/>
    <w:rsid w:val="00D4715B"/>
  </w:style>
  <w:style w:type="paragraph" w:customStyle="1" w:styleId="5B4702BAAC6F4A46BB660F60CB7FBE19">
    <w:name w:val="5B4702BAAC6F4A46BB660F60CB7FBE19"/>
    <w:rsid w:val="00D4715B"/>
  </w:style>
  <w:style w:type="paragraph" w:customStyle="1" w:styleId="59837A08F1C5469986B9802C80B1A6B6">
    <w:name w:val="59837A08F1C5469986B9802C80B1A6B6"/>
    <w:rsid w:val="00D4715B"/>
  </w:style>
  <w:style w:type="paragraph" w:customStyle="1" w:styleId="EB0C66A3D6444A3F908F97ED6A0900C0">
    <w:name w:val="EB0C66A3D6444A3F908F97ED6A0900C0"/>
    <w:rsid w:val="00D4715B"/>
  </w:style>
  <w:style w:type="paragraph" w:customStyle="1" w:styleId="9DC853AEE9D6466A8ED7CDC9D22E0840">
    <w:name w:val="9DC853AEE9D6466A8ED7CDC9D22E0840"/>
    <w:rsid w:val="00D4715B"/>
  </w:style>
  <w:style w:type="paragraph" w:customStyle="1" w:styleId="C4FC8FAFE42B4DC4A7F988D4635217C5">
    <w:name w:val="C4FC8FAFE42B4DC4A7F988D4635217C5"/>
    <w:rsid w:val="00D4715B"/>
  </w:style>
  <w:style w:type="paragraph" w:customStyle="1" w:styleId="2E20799136BA4911B7E6CA9E094FAC39">
    <w:name w:val="2E20799136BA4911B7E6CA9E094FAC39"/>
    <w:rsid w:val="00D4715B"/>
  </w:style>
  <w:style w:type="paragraph" w:customStyle="1" w:styleId="B80C88A72326496FA28F69B02AE50B6C">
    <w:name w:val="B80C88A72326496FA28F69B02AE50B6C"/>
    <w:rsid w:val="00D4715B"/>
  </w:style>
  <w:style w:type="paragraph" w:customStyle="1" w:styleId="BBE7EB68F81145CB9E0232244BAD1A3B">
    <w:name w:val="BBE7EB68F81145CB9E0232244BAD1A3B"/>
    <w:rsid w:val="00D4715B"/>
  </w:style>
  <w:style w:type="paragraph" w:customStyle="1" w:styleId="CA61B1BF534746E7A2C9C13667F57B9B">
    <w:name w:val="CA61B1BF534746E7A2C9C13667F57B9B"/>
    <w:rsid w:val="00D4715B"/>
  </w:style>
  <w:style w:type="paragraph" w:customStyle="1" w:styleId="3CE5AE82325B49009C1B7A04D8B852EF">
    <w:name w:val="3CE5AE82325B49009C1B7A04D8B852EF"/>
    <w:rsid w:val="00D4715B"/>
  </w:style>
  <w:style w:type="paragraph" w:customStyle="1" w:styleId="04EEF716670F41F7B8F80898A1FCD454">
    <w:name w:val="04EEF716670F41F7B8F80898A1FCD454"/>
    <w:rsid w:val="00D4715B"/>
  </w:style>
  <w:style w:type="paragraph" w:customStyle="1" w:styleId="2BF41AA9C4BA4DA98F77329465ACE0AD">
    <w:name w:val="2BF41AA9C4BA4DA98F77329465ACE0AD"/>
    <w:rsid w:val="00D4715B"/>
  </w:style>
  <w:style w:type="paragraph" w:customStyle="1" w:styleId="F2A0B865DF534909BE3C0498E0C0DCDB">
    <w:name w:val="F2A0B865DF534909BE3C0498E0C0DCDB"/>
    <w:rsid w:val="00D4715B"/>
  </w:style>
  <w:style w:type="paragraph" w:customStyle="1" w:styleId="0E0E05D811F34B01A56D6837324B160C">
    <w:name w:val="0E0E05D811F34B01A56D6837324B160C"/>
    <w:rsid w:val="00D4715B"/>
  </w:style>
  <w:style w:type="paragraph" w:customStyle="1" w:styleId="AF8E40899B114673BCBC993900703454">
    <w:name w:val="AF8E40899B114673BCBC993900703454"/>
    <w:rsid w:val="00D471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9BCFA4EF</Template>
  <TotalTime>0</TotalTime>
  <Pages>1</Pages>
  <Words>124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EveryWare AG</Company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Frei, Felix</dc:creator>
  <cp:keywords/>
  <dc:description/>
  <cp:lastModifiedBy>Frei, Felix</cp:lastModifiedBy>
  <cp:revision>8</cp:revision>
  <cp:lastPrinted>2016-10-24T13:37:00Z</cp:lastPrinted>
  <dcterms:created xsi:type="dcterms:W3CDTF">2016-10-23T22:02:00Z</dcterms:created>
  <dcterms:modified xsi:type="dcterms:W3CDTF">2016-10-24T13:37:00Z</dcterms:modified>
</cp:coreProperties>
</file>