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26" w:rsidRDefault="00DF6802" w:rsidP="00DF6802">
      <w:pPr>
        <w:spacing w:after="0" w:line="240" w:lineRule="auto"/>
      </w:pPr>
      <w:bookmarkStart w:id="0" w:name="_GoBack"/>
      <w:bookmarkEnd w:id="0"/>
      <w:r>
        <w:t>Dein Vorname Name</w:t>
      </w:r>
    </w:p>
    <w:p w:rsidR="00DF6802" w:rsidRDefault="00DF6802" w:rsidP="00DF6802">
      <w:pPr>
        <w:spacing w:after="0" w:line="240" w:lineRule="auto"/>
      </w:pPr>
      <w:r>
        <w:t>Strasse Nr.</w:t>
      </w:r>
    </w:p>
    <w:p w:rsidR="00DF6802" w:rsidRDefault="00DF6802" w:rsidP="00DF6802">
      <w:pPr>
        <w:spacing w:after="0" w:line="240" w:lineRule="auto"/>
      </w:pPr>
      <w:r>
        <w:t>PLZ Ort</w:t>
      </w:r>
    </w:p>
    <w:p w:rsidR="00DF6802" w:rsidRDefault="00DF6802" w:rsidP="00DF6802">
      <w:pPr>
        <w:spacing w:after="0" w:line="240" w:lineRule="auto"/>
      </w:pPr>
      <w:r>
        <w:t>Telefon</w:t>
      </w:r>
    </w:p>
    <w:p w:rsidR="00DF6802" w:rsidRDefault="0043665A" w:rsidP="00DF6802">
      <w:pPr>
        <w:spacing w:after="0" w:line="240" w:lineRule="auto"/>
      </w:pPr>
      <w:r>
        <w:rPr>
          <w:noProof/>
          <w:lang w:eastAsia="de-CH"/>
        </w:rPr>
        <mc:AlternateContent>
          <mc:Choice Requires="wps">
            <w:drawing>
              <wp:anchor distT="0" distB="0" distL="114300" distR="114300" simplePos="0" relativeHeight="251659264" behindDoc="0" locked="0" layoutInCell="1" allowOverlap="1" wp14:anchorId="77474F4D" wp14:editId="05BA3DC7">
                <wp:simplePos x="0" y="0"/>
                <wp:positionH relativeFrom="column">
                  <wp:posOffset>1977942</wp:posOffset>
                </wp:positionH>
                <wp:positionV relativeFrom="paragraph">
                  <wp:posOffset>39646</wp:posOffset>
                </wp:positionV>
                <wp:extent cx="1271905" cy="612140"/>
                <wp:effectExtent l="1085850" t="0" r="23495" b="16510"/>
                <wp:wrapNone/>
                <wp:docPr id="2" name="Rechteckige Legende 2"/>
                <wp:cNvGraphicFramePr/>
                <a:graphic xmlns:a="http://schemas.openxmlformats.org/drawingml/2006/main">
                  <a:graphicData uri="http://schemas.microsoft.com/office/word/2010/wordprocessingShape">
                    <wps:wsp>
                      <wps:cNvSpPr/>
                      <wps:spPr>
                        <a:xfrm>
                          <a:off x="0" y="0"/>
                          <a:ext cx="1271905" cy="612140"/>
                        </a:xfrm>
                        <a:prstGeom prst="wedgeRectCallout">
                          <a:avLst>
                            <a:gd name="adj1" fmla="val -131836"/>
                            <a:gd name="adj2" fmla="val 43016"/>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3665A" w:rsidRDefault="0043665A" w:rsidP="0043665A">
                            <w:pPr>
                              <w:jc w:val="center"/>
                            </w:pPr>
                            <w:r>
                              <w:t>Beginn</w:t>
                            </w:r>
                            <w:r w:rsidR="00791405">
                              <w:t>e</w:t>
                            </w:r>
                            <w:r>
                              <w:t xml:space="preserve"> bei </w:t>
                            </w:r>
                            <w:r w:rsidR="00791405">
                              <w:br/>
                            </w:r>
                            <w:r>
                              <w:t xml:space="preserve">ca. </w:t>
                            </w:r>
                            <w:r w:rsidRPr="00791405">
                              <w:rPr>
                                <w:b/>
                              </w:rPr>
                              <w:t>5.5 cm</w:t>
                            </w:r>
                            <w:r>
                              <w:t xml:space="preserve"> vom oberen Blattrand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7474F4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2" o:spid="_x0000_s1026" type="#_x0000_t61" style="position:absolute;margin-left:155.75pt;margin-top:3.1pt;width:100.15pt;height:48.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" adj="-17677,20091" fillcolor="#5b9bd5 [3204]" strokecolor="#1f4d78 [1604]" strokeweight="1pt">
                <v:textbox>
                  <w:txbxContent>
                    <w:p w:rsidR="0043665A" w:rsidRDefault="0043665A" w:rsidP="0043665A">
                      <w:pPr>
                        <w:jc w:val="center"/>
                      </w:pPr>
                      <w:r>
                        <w:t>Beginn</w:t>
                      </w:r>
                      <w:r w:rsidR="00791405">
                        <w:t>e</w:t>
                      </w:r>
                      <w:r>
                        <w:t xml:space="preserve"> bei </w:t>
                      </w:r>
                      <w:r w:rsidR="00791405">
                        <w:br/>
                      </w:r>
                      <w:r>
                        <w:t xml:space="preserve">ca. </w:t>
                      </w:r>
                      <w:r w:rsidRPr="00791405">
                        <w:rPr>
                          <w:b/>
                        </w:rPr>
                        <w:t>5.5 cm</w:t>
                      </w:r>
                      <w:r>
                        <w:t xml:space="preserve"> vom oberen Blattrand</w:t>
                      </w:r>
                    </w:p>
                  </w:txbxContent>
                </v:textbox>
              </v:shape>
            </w:pict>
          </mc:Fallback>
        </mc:AlternateContent>
      </w:r>
      <w:r w:rsidR="00DF6802">
        <w:t>E-Mail-Adresse</w:t>
      </w:r>
    </w:p>
    <w:p w:rsidR="00DF6802" w:rsidRDefault="00DF6802" w:rsidP="00DF6802">
      <w:pPr>
        <w:spacing w:after="0" w:line="240" w:lineRule="auto"/>
      </w:pPr>
    </w:p>
    <w:p w:rsidR="00DF6802" w:rsidRDefault="00DF6802" w:rsidP="00DF6802">
      <w:pPr>
        <w:spacing w:after="0" w:line="240" w:lineRule="auto"/>
      </w:pPr>
    </w:p>
    <w:p w:rsidR="00DF6802" w:rsidRDefault="00DF6802" w:rsidP="00DF6802">
      <w:pPr>
        <w:spacing w:after="0" w:line="240" w:lineRule="auto"/>
      </w:pPr>
      <w:r>
        <w:t>Firmenname</w:t>
      </w:r>
    </w:p>
    <w:p w:rsidR="00DF6802" w:rsidRDefault="00DF6802" w:rsidP="00DF6802">
      <w:pPr>
        <w:spacing w:after="0" w:line="240" w:lineRule="auto"/>
      </w:pPr>
      <w:r>
        <w:t>Zuständige Person</w:t>
      </w:r>
    </w:p>
    <w:p w:rsidR="00DF6802" w:rsidRDefault="00DF6802" w:rsidP="00DF6802">
      <w:pPr>
        <w:spacing w:after="0" w:line="240" w:lineRule="auto"/>
      </w:pPr>
      <w:r>
        <w:t>Strasse Nr.</w:t>
      </w:r>
    </w:p>
    <w:p w:rsidR="00DF6802" w:rsidRDefault="00DF6802" w:rsidP="00DF6802">
      <w:pPr>
        <w:spacing w:after="0" w:line="240" w:lineRule="auto"/>
      </w:pPr>
      <w:r>
        <w:t>PLZ Ort</w:t>
      </w:r>
    </w:p>
    <w:p w:rsidR="00DF6802" w:rsidRDefault="00DF6802" w:rsidP="00DF6802">
      <w:pPr>
        <w:spacing w:after="0" w:line="240" w:lineRule="auto"/>
      </w:pPr>
    </w:p>
    <w:p w:rsidR="00DF6802" w:rsidRDefault="00791405" w:rsidP="00DF6802">
      <w:pPr>
        <w:spacing w:after="0" w:line="240" w:lineRule="auto"/>
      </w:pPr>
      <w:r>
        <w:rPr>
          <w:noProof/>
          <w:lang w:eastAsia="de-CH"/>
        </w:rPr>
        <mc:AlternateContent>
          <mc:Choice Requires="wps">
            <w:drawing>
              <wp:anchor distT="0" distB="0" distL="114300" distR="114300" simplePos="0" relativeHeight="251661312" behindDoc="0" locked="0" layoutInCell="1" allowOverlap="1" wp14:anchorId="0147C9F3" wp14:editId="3A1B2334">
                <wp:simplePos x="0" y="0"/>
                <wp:positionH relativeFrom="column">
                  <wp:posOffset>1930400</wp:posOffset>
                </wp:positionH>
                <wp:positionV relativeFrom="paragraph">
                  <wp:posOffset>11347</wp:posOffset>
                </wp:positionV>
                <wp:extent cx="1271905" cy="612140"/>
                <wp:effectExtent l="1085850" t="0" r="23495" b="16510"/>
                <wp:wrapNone/>
                <wp:docPr id="3" name="Rechteckige Legende 3"/>
                <wp:cNvGraphicFramePr/>
                <a:graphic xmlns:a="http://schemas.openxmlformats.org/drawingml/2006/main">
                  <a:graphicData uri="http://schemas.microsoft.com/office/word/2010/wordprocessingShape">
                    <wps:wsp>
                      <wps:cNvSpPr/>
                      <wps:spPr>
                        <a:xfrm>
                          <a:off x="0" y="0"/>
                          <a:ext cx="1271905" cy="612140"/>
                        </a:xfrm>
                        <a:prstGeom prst="wedgeRectCallout">
                          <a:avLst>
                            <a:gd name="adj1" fmla="val -131836"/>
                            <a:gd name="adj2" fmla="val 43016"/>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3665A" w:rsidRDefault="0043665A" w:rsidP="0043665A">
                            <w:pPr>
                              <w:jc w:val="center"/>
                            </w:pPr>
                            <w:r>
                              <w:t>Beginn</w:t>
                            </w:r>
                            <w:r w:rsidR="00791405">
                              <w:t>e</w:t>
                            </w:r>
                            <w:r>
                              <w:t xml:space="preserve"> bei </w:t>
                            </w:r>
                            <w:r w:rsidR="00791405">
                              <w:br/>
                            </w:r>
                            <w:r>
                              <w:t xml:space="preserve">ca. </w:t>
                            </w:r>
                            <w:r w:rsidR="00791405" w:rsidRPr="00791405">
                              <w:rPr>
                                <w:b/>
                              </w:rPr>
                              <w:t>9.0</w:t>
                            </w:r>
                            <w:r w:rsidRPr="00791405">
                              <w:rPr>
                                <w:b/>
                              </w:rPr>
                              <w:t xml:space="preserve"> cm</w:t>
                            </w:r>
                            <w:r>
                              <w:t xml:space="preserve"> vom oberen Blattrand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147C9F3" id="Rechteckige Legende 3" o:spid="_x0000_s1027" type="#_x0000_t61" style="position:absolute;margin-left:152pt;margin-top:.9pt;width:100.15pt;height:48.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" adj="-17677,20091" fillcolor="#5b9bd5 [3204]" strokecolor="#1f4d78 [1604]" strokeweight="1pt">
                <v:textbox>
                  <w:txbxContent>
                    <w:p w:rsidR="0043665A" w:rsidRDefault="0043665A" w:rsidP="0043665A">
                      <w:pPr>
                        <w:jc w:val="center"/>
                      </w:pPr>
                      <w:r>
                        <w:t>Beginn</w:t>
                      </w:r>
                      <w:r w:rsidR="00791405">
                        <w:t>e</w:t>
                      </w:r>
                      <w:r>
                        <w:t xml:space="preserve"> bei </w:t>
                      </w:r>
                      <w:r w:rsidR="00791405">
                        <w:br/>
                      </w:r>
                      <w:r>
                        <w:t xml:space="preserve">ca. </w:t>
                      </w:r>
                      <w:r w:rsidR="00791405" w:rsidRPr="00791405">
                        <w:rPr>
                          <w:b/>
                        </w:rPr>
                        <w:t>9.0</w:t>
                      </w:r>
                      <w:r w:rsidRPr="00791405">
                        <w:rPr>
                          <w:b/>
                        </w:rPr>
                        <w:t xml:space="preserve"> cm</w:t>
                      </w:r>
                      <w:r>
                        <w:t xml:space="preserve"> vom oberen Blattrand</w:t>
                      </w:r>
                    </w:p>
                  </w:txbxContent>
                </v:textbox>
              </v:shape>
            </w:pict>
          </mc:Fallback>
        </mc:AlternateContent>
      </w:r>
    </w:p>
    <w:p w:rsidR="00DF6802" w:rsidRDefault="00DF6802" w:rsidP="00DF6802">
      <w:pPr>
        <w:spacing w:after="0" w:line="240" w:lineRule="auto"/>
      </w:pPr>
    </w:p>
    <w:p w:rsidR="00791405" w:rsidRDefault="00791405" w:rsidP="00DF6802">
      <w:pPr>
        <w:spacing w:after="0" w:line="240" w:lineRule="auto"/>
      </w:pPr>
    </w:p>
    <w:p w:rsidR="00DF6802" w:rsidRDefault="00DF6802" w:rsidP="00DF6802">
      <w:pPr>
        <w:spacing w:after="0" w:line="240" w:lineRule="auto"/>
      </w:pPr>
      <w:r>
        <w:t>Ort, Datum</w:t>
      </w:r>
    </w:p>
    <w:p w:rsidR="00DF6802" w:rsidRDefault="00DF6802" w:rsidP="00DF6802">
      <w:pPr>
        <w:spacing w:after="0" w:line="240" w:lineRule="auto"/>
      </w:pPr>
    </w:p>
    <w:p w:rsidR="00DF6802" w:rsidRDefault="00DF6802" w:rsidP="00DF6802">
      <w:pPr>
        <w:spacing w:after="0" w:line="240" w:lineRule="auto"/>
      </w:pPr>
    </w:p>
    <w:p w:rsidR="00DF6802" w:rsidRDefault="00DF6802" w:rsidP="00DF6802">
      <w:pPr>
        <w:spacing w:after="0" w:line="240" w:lineRule="auto"/>
      </w:pPr>
      <w:r w:rsidRPr="00DF6802">
        <w:rPr>
          <w:b/>
          <w:sz w:val="24"/>
        </w:rPr>
        <w:t xml:space="preserve">Bewerbung um die Lehrstelle als </w:t>
      </w:r>
      <w:r>
        <w:t>(genaue Bezeichnung)</w:t>
      </w:r>
    </w:p>
    <w:p w:rsidR="00DF6802" w:rsidRDefault="00DF6802" w:rsidP="00DF6802">
      <w:pPr>
        <w:spacing w:after="0" w:line="240" w:lineRule="auto"/>
      </w:pPr>
    </w:p>
    <w:p w:rsidR="00DF6802" w:rsidRDefault="00DF6802" w:rsidP="00DF6802">
      <w:pPr>
        <w:spacing w:after="0" w:line="240" w:lineRule="auto"/>
      </w:pPr>
    </w:p>
    <w:p w:rsidR="00DF6802" w:rsidRPr="00E11B5B" w:rsidRDefault="00DF6802" w:rsidP="00DF6802">
      <w:pPr>
        <w:spacing w:after="0" w:line="240" w:lineRule="auto"/>
        <w:rPr>
          <w:vanish/>
          <w:color w:val="FF0000"/>
          <w:sz w:val="18"/>
        </w:rPr>
      </w:pPr>
      <w:r w:rsidRPr="00E11B5B">
        <w:rPr>
          <w:vanish/>
          <w:color w:val="FF0000"/>
          <w:sz w:val="18"/>
        </w:rPr>
        <w:t>Begrüssung</w:t>
      </w:r>
    </w:p>
    <w:p w:rsidR="00DF6802" w:rsidRDefault="00DF6802" w:rsidP="00DF6802">
      <w:pPr>
        <w:spacing w:after="0" w:line="240" w:lineRule="auto"/>
      </w:pPr>
      <w:r>
        <w:t>Sehr geehrte Frau/Sehr geehrter Herr</w:t>
      </w:r>
    </w:p>
    <w:p w:rsidR="00DF6802" w:rsidRDefault="00DF6802" w:rsidP="00DF6802">
      <w:pPr>
        <w:spacing w:after="0" w:line="240" w:lineRule="auto"/>
      </w:pPr>
    </w:p>
    <w:p w:rsidR="00DF6802" w:rsidRPr="00E11B5B" w:rsidRDefault="00DF6802" w:rsidP="00DF6802">
      <w:pPr>
        <w:spacing w:after="0" w:line="240" w:lineRule="auto"/>
        <w:rPr>
          <w:vanish/>
          <w:color w:val="FF0000"/>
          <w:sz w:val="18"/>
        </w:rPr>
      </w:pPr>
      <w:r w:rsidRPr="00E11B5B">
        <w:rPr>
          <w:vanish/>
          <w:color w:val="FF0000"/>
          <w:sz w:val="18"/>
        </w:rPr>
        <w:t>Bezug/Quelle der Adresse</w:t>
      </w:r>
    </w:p>
    <w:p w:rsidR="00DF6802" w:rsidRDefault="00DF6802" w:rsidP="00DF6802">
      <w:pPr>
        <w:spacing w:after="0" w:line="240" w:lineRule="auto"/>
      </w:pPr>
      <w:r>
        <w:t>Woher weisst du, dass es diese Lehrstelle gibt? Beschreibe, wie du auf die Lehrstelle gestossen bist.</w:t>
      </w:r>
    </w:p>
    <w:p w:rsidR="00DF6802" w:rsidRDefault="00DF6802" w:rsidP="00DF6802">
      <w:pPr>
        <w:spacing w:after="0" w:line="240" w:lineRule="auto"/>
      </w:pPr>
    </w:p>
    <w:p w:rsidR="00DF6802" w:rsidRPr="00E11B5B" w:rsidRDefault="00605B18" w:rsidP="00DF6802">
      <w:pPr>
        <w:spacing w:after="0" w:line="240" w:lineRule="auto"/>
        <w:rPr>
          <w:vanish/>
          <w:color w:val="FF0000"/>
          <w:sz w:val="18"/>
        </w:rPr>
      </w:pPr>
      <w:r w:rsidRPr="00E11B5B">
        <w:rPr>
          <w:vanish/>
          <w:color w:val="FF0000"/>
          <w:sz w:val="18"/>
        </w:rPr>
        <w:t>Aktuelle Tätigkeit</w:t>
      </w:r>
    </w:p>
    <w:p w:rsidR="00DF6802" w:rsidRDefault="00605B18" w:rsidP="00DF6802">
      <w:pPr>
        <w:spacing w:after="0" w:line="240" w:lineRule="auto"/>
      </w:pPr>
      <w:r>
        <w:t>Welche Schule und Klasse besuchst du gerade? Welche Fächer magst du besonders und wo hast du gute Noten?</w:t>
      </w:r>
    </w:p>
    <w:p w:rsidR="00DF6802" w:rsidRDefault="00DF6802" w:rsidP="00DF6802">
      <w:pPr>
        <w:spacing w:after="0" w:line="240" w:lineRule="auto"/>
      </w:pPr>
    </w:p>
    <w:p w:rsidR="00605B18" w:rsidRPr="00E11B5B" w:rsidRDefault="00605B18" w:rsidP="00DF6802">
      <w:pPr>
        <w:spacing w:after="0" w:line="240" w:lineRule="auto"/>
        <w:rPr>
          <w:vanish/>
          <w:color w:val="FF0000"/>
          <w:sz w:val="18"/>
        </w:rPr>
      </w:pPr>
      <w:r w:rsidRPr="00E11B5B">
        <w:rPr>
          <w:vanish/>
          <w:color w:val="FF0000"/>
          <w:sz w:val="18"/>
        </w:rPr>
        <w:t>Begründung und Motivation</w:t>
      </w:r>
    </w:p>
    <w:p w:rsidR="00605B18" w:rsidRDefault="00605B18" w:rsidP="00DF6802">
      <w:pPr>
        <w:spacing w:after="0" w:line="240" w:lineRule="auto"/>
      </w:pPr>
      <w:r>
        <w:t>Wie bist du auf deinen Berufswunsch gekommen? Was konntest du in der Schnupperlehre schon machen? Nenne die Tätigkeiten und beschreibe sie. Was hat dir gut gefallen? Welche deiner Hobbies haben eine Bedeutung in diesem Beruf? Welche Fähigkeiten hast du bereits, die es in diesem Beruf braucht? Mache keine Aufzählung, beschreibe es in zwei, drei Sätzen.</w:t>
      </w:r>
    </w:p>
    <w:p w:rsidR="00605B18" w:rsidRDefault="00605B18" w:rsidP="00DF6802">
      <w:pPr>
        <w:spacing w:after="0" w:line="240" w:lineRule="auto"/>
      </w:pPr>
    </w:p>
    <w:p w:rsidR="00605B18" w:rsidRPr="00E11B5B" w:rsidRDefault="00605B18" w:rsidP="00DF6802">
      <w:pPr>
        <w:spacing w:after="0" w:line="240" w:lineRule="auto"/>
        <w:rPr>
          <w:vanish/>
          <w:color w:val="FF0000"/>
          <w:sz w:val="18"/>
        </w:rPr>
      </w:pPr>
      <w:r w:rsidRPr="00E11B5B">
        <w:rPr>
          <w:vanish/>
          <w:color w:val="FF0000"/>
          <w:sz w:val="18"/>
        </w:rPr>
        <w:t>Bezug zur Firma</w:t>
      </w:r>
    </w:p>
    <w:p w:rsidR="00605B18" w:rsidRDefault="00605B18" w:rsidP="00DF6802">
      <w:pPr>
        <w:spacing w:after="0" w:line="240" w:lineRule="auto"/>
      </w:pPr>
      <w:r>
        <w:t>Schreibe, weshalb du deine Lehre in dieser Firma absolvieren möchtest. Informiere dich</w:t>
      </w:r>
      <w:r w:rsidR="0043665A">
        <w:t xml:space="preserve"> auf der Webseite der Firma - so kannst du besser beschreiben, was dir aufgefallen ist und was dir besonders gefällt.</w:t>
      </w:r>
    </w:p>
    <w:p w:rsidR="0043665A" w:rsidRDefault="0043665A" w:rsidP="00DF6802">
      <w:pPr>
        <w:spacing w:after="0" w:line="240" w:lineRule="auto"/>
      </w:pPr>
    </w:p>
    <w:p w:rsidR="0043665A" w:rsidRPr="00E11B5B" w:rsidRDefault="0043665A" w:rsidP="00DF6802">
      <w:pPr>
        <w:spacing w:after="0" w:line="240" w:lineRule="auto"/>
        <w:rPr>
          <w:vanish/>
          <w:color w:val="FF0000"/>
          <w:sz w:val="18"/>
        </w:rPr>
      </w:pPr>
      <w:r w:rsidRPr="00E11B5B">
        <w:rPr>
          <w:vanish/>
          <w:color w:val="FF0000"/>
          <w:sz w:val="18"/>
        </w:rPr>
        <w:t>Schlusssatz</w:t>
      </w:r>
    </w:p>
    <w:p w:rsidR="0043665A" w:rsidRDefault="0043665A" w:rsidP="00DF6802">
      <w:pPr>
        <w:spacing w:after="0" w:line="240" w:lineRule="auto"/>
      </w:pPr>
      <w:r>
        <w:t>Was möchtest du noch sagen? (z.B. Ich freue mich, wenn Sie mich zu einem Vorstellungsgespräch einladen.)</w:t>
      </w:r>
    </w:p>
    <w:p w:rsidR="00605B18" w:rsidRDefault="00605B18" w:rsidP="00DF6802">
      <w:pPr>
        <w:spacing w:after="0" w:line="240" w:lineRule="auto"/>
      </w:pPr>
    </w:p>
    <w:p w:rsidR="0043665A" w:rsidRPr="00E11B5B" w:rsidRDefault="0043665A" w:rsidP="00DF6802">
      <w:pPr>
        <w:spacing w:after="0" w:line="240" w:lineRule="auto"/>
        <w:rPr>
          <w:vanish/>
          <w:color w:val="FF0000"/>
          <w:sz w:val="18"/>
        </w:rPr>
      </w:pPr>
      <w:r w:rsidRPr="00E11B5B">
        <w:rPr>
          <w:vanish/>
          <w:color w:val="FF0000"/>
          <w:sz w:val="18"/>
        </w:rPr>
        <w:t>Verabschiedung und Unterschrift</w:t>
      </w:r>
    </w:p>
    <w:p w:rsidR="0043665A" w:rsidRDefault="0043665A" w:rsidP="00DF6802">
      <w:pPr>
        <w:spacing w:after="0" w:line="240" w:lineRule="auto"/>
      </w:pPr>
      <w:r>
        <w:t>Freundliche Grüsse</w:t>
      </w:r>
    </w:p>
    <w:p w:rsidR="0043665A" w:rsidRDefault="0043665A" w:rsidP="00DF6802">
      <w:pPr>
        <w:spacing w:after="0" w:line="240" w:lineRule="auto"/>
      </w:pPr>
    </w:p>
    <w:p w:rsidR="0043665A" w:rsidRPr="00E11B5B" w:rsidRDefault="0043665A" w:rsidP="00DF6802">
      <w:pPr>
        <w:spacing w:after="0" w:line="240" w:lineRule="auto"/>
        <w:rPr>
          <w:vanish/>
        </w:rPr>
      </w:pPr>
      <w:r w:rsidRPr="00E11B5B">
        <w:rPr>
          <w:vanish/>
          <w:highlight w:val="yellow"/>
        </w:rPr>
        <w:t>[genügend Platz für deine Unterschrift]</w:t>
      </w:r>
    </w:p>
    <w:p w:rsidR="0043665A" w:rsidRDefault="0043665A" w:rsidP="00DF6802">
      <w:pPr>
        <w:spacing w:after="0" w:line="240" w:lineRule="auto"/>
      </w:pPr>
      <w:r>
        <w:t>Vorname Name</w:t>
      </w:r>
    </w:p>
    <w:p w:rsidR="0043665A" w:rsidRDefault="00791405" w:rsidP="00DF6802">
      <w:pPr>
        <w:spacing w:after="0" w:line="240" w:lineRule="auto"/>
      </w:pPr>
      <w:r>
        <w:rPr>
          <w:noProof/>
          <w:lang w:eastAsia="de-CH"/>
        </w:rPr>
        <mc:AlternateContent>
          <mc:Choice Requires="wps">
            <w:drawing>
              <wp:anchor distT="0" distB="0" distL="114300" distR="114300" simplePos="0" relativeHeight="251663360" behindDoc="0" locked="0" layoutInCell="1" allowOverlap="1" wp14:anchorId="783F208E" wp14:editId="28D0CFF6">
                <wp:simplePos x="0" y="0"/>
                <wp:positionH relativeFrom="column">
                  <wp:posOffset>2097212</wp:posOffset>
                </wp:positionH>
                <wp:positionV relativeFrom="paragraph">
                  <wp:posOffset>11596</wp:posOffset>
                </wp:positionV>
                <wp:extent cx="1645920" cy="675640"/>
                <wp:effectExtent l="1238250" t="0" r="11430" b="10160"/>
                <wp:wrapNone/>
                <wp:docPr id="4" name="Rechteckige Legende 4"/>
                <wp:cNvGraphicFramePr/>
                <a:graphic xmlns:a="http://schemas.openxmlformats.org/drawingml/2006/main">
                  <a:graphicData uri="http://schemas.microsoft.com/office/word/2010/wordprocessingShape">
                    <wps:wsp>
                      <wps:cNvSpPr/>
                      <wps:spPr>
                        <a:xfrm>
                          <a:off x="0" y="0"/>
                          <a:ext cx="1645920" cy="675640"/>
                        </a:xfrm>
                        <a:prstGeom prst="wedgeRectCallout">
                          <a:avLst>
                            <a:gd name="adj1" fmla="val -123140"/>
                            <a:gd name="adj2" fmla="val 26540"/>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91405" w:rsidRPr="00791405" w:rsidRDefault="00791405" w:rsidP="0043665A">
                            <w:pPr>
                              <w:jc w:val="center"/>
                              <w:rPr>
                                <w:b/>
                              </w:rPr>
                            </w:pPr>
                            <w:r>
                              <w:t xml:space="preserve">Bei Platzmangel reicht die Bemerkung </w:t>
                            </w:r>
                            <w:r w:rsidRPr="00791405">
                              <w:rPr>
                                <w:b/>
                              </w:rPr>
                              <w:t>Bewerbungsunterlagen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F208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4" o:spid="_x0000_s1028" type="#_x0000_t61" style="position:absolute;margin-left:165.15pt;margin-top:.9pt;width:129.6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" adj="-15798,16533" fillcolor="#5b9bd5 [3204]" strokecolor="#1f4d78 [1604]" strokeweight="1pt">
                <v:textbox>
                  <w:txbxContent>
                    <w:p w:rsidR="00791405" w:rsidRPr="00791405" w:rsidRDefault="00791405" w:rsidP="0043665A">
                      <w:pPr>
                        <w:jc w:val="center"/>
                        <w:rPr>
                          <w:b/>
                        </w:rPr>
                      </w:pPr>
                      <w:bookmarkStart w:id="1" w:name="_GoBack"/>
                      <w:r>
                        <w:t xml:space="preserve">Bei Platzmangel reicht die Bemerkung </w:t>
                      </w:r>
                      <w:r w:rsidRPr="00791405">
                        <w:rPr>
                          <w:b/>
                        </w:rPr>
                        <w:t>Bewerbungsunterlagen</w:t>
                      </w:r>
                      <w:bookmarkEnd w:id="1"/>
                    </w:p>
                  </w:txbxContent>
                </v:textbox>
              </v:shape>
            </w:pict>
          </mc:Fallback>
        </mc:AlternateContent>
      </w:r>
    </w:p>
    <w:p w:rsidR="0043665A" w:rsidRPr="00E11B5B" w:rsidRDefault="0043665A" w:rsidP="00DF6802">
      <w:pPr>
        <w:spacing w:after="0" w:line="240" w:lineRule="auto"/>
        <w:rPr>
          <w:vanish/>
          <w:color w:val="FF0000"/>
          <w:sz w:val="18"/>
        </w:rPr>
      </w:pPr>
      <w:r w:rsidRPr="00E11B5B">
        <w:rPr>
          <w:vanish/>
          <w:color w:val="FF0000"/>
          <w:sz w:val="18"/>
        </w:rPr>
        <w:t>Beilage</w:t>
      </w:r>
    </w:p>
    <w:p w:rsidR="0043665A" w:rsidRDefault="0043665A" w:rsidP="00DF6802">
      <w:pPr>
        <w:spacing w:after="0" w:line="240" w:lineRule="auto"/>
      </w:pPr>
      <w:r>
        <w:t>Lebenslauf</w:t>
      </w:r>
    </w:p>
    <w:p w:rsidR="0043665A" w:rsidRDefault="0043665A" w:rsidP="00DF6802">
      <w:pPr>
        <w:spacing w:after="0" w:line="240" w:lineRule="auto"/>
      </w:pPr>
      <w:r>
        <w:t>Zeugniskopien</w:t>
      </w:r>
    </w:p>
    <w:p w:rsidR="0043665A" w:rsidRPr="00E11B5B" w:rsidRDefault="00791405" w:rsidP="00DF6802">
      <w:pPr>
        <w:spacing w:after="0" w:line="240" w:lineRule="auto"/>
      </w:pPr>
      <w:r w:rsidRPr="00E11B5B">
        <w:t xml:space="preserve">Eignungstest (z.B. </w:t>
      </w:r>
      <w:proofErr w:type="spellStart"/>
      <w:r w:rsidRPr="00E11B5B">
        <w:t>basic</w:t>
      </w:r>
      <w:proofErr w:type="spellEnd"/>
      <w:r w:rsidRPr="00E11B5B">
        <w:t>-check, Multicheck)</w:t>
      </w:r>
    </w:p>
    <w:sectPr w:rsidR="0043665A" w:rsidRPr="00E11B5B" w:rsidSect="00EF3667">
      <w:footerReference w:type="default" r:id="rId6"/>
      <w:pgSz w:w="11906" w:h="16838" w:code="9"/>
      <w:pgMar w:top="1134" w:right="851" w:bottom="851" w:left="1418"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667" w:rsidRDefault="00EF3667" w:rsidP="00EF3667">
      <w:pPr>
        <w:spacing w:after="0" w:line="240" w:lineRule="auto"/>
      </w:pPr>
      <w:r>
        <w:separator/>
      </w:r>
    </w:p>
  </w:endnote>
  <w:endnote w:type="continuationSeparator" w:id="0">
    <w:p w:rsidR="00EF3667" w:rsidRDefault="00EF3667" w:rsidP="00EF3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667" w:rsidRDefault="00EF3667" w:rsidP="00EF3667">
    <w:pPr>
      <w:pStyle w:val="Fuzeile"/>
      <w:rPr>
        <w:sz w:val="19"/>
        <w:szCs w:val="19"/>
      </w:rPr>
    </w:pPr>
    <w:r>
      <w:rPr>
        <w:sz w:val="19"/>
        <w:szCs w:val="19"/>
        <w:lang w:val="de-DE"/>
      </w:rPr>
      <w:t>Darf für Unterrichtszwecke verwendet und bearbeitet werden!</w:t>
    </w:r>
    <w:r>
      <w:rPr>
        <w:sz w:val="19"/>
        <w:szCs w:val="19"/>
        <w:lang w:val="de-DE"/>
      </w:rPr>
      <w:tab/>
    </w:r>
    <w:r w:rsidRPr="00731304">
      <w:rPr>
        <w:sz w:val="19"/>
        <w:szCs w:val="19"/>
        <w:lang w:val="de-DE"/>
      </w:rPr>
      <w:t xml:space="preserve">Seite </w:t>
    </w:r>
    <w:r w:rsidRPr="00731304">
      <w:rPr>
        <w:b/>
        <w:bCs/>
        <w:sz w:val="19"/>
        <w:szCs w:val="19"/>
      </w:rPr>
      <w:fldChar w:fldCharType="begin"/>
    </w:r>
    <w:r w:rsidRPr="00731304">
      <w:rPr>
        <w:b/>
        <w:bCs/>
        <w:sz w:val="19"/>
        <w:szCs w:val="19"/>
      </w:rPr>
      <w:instrText>PAGE  \* Arabic  \* MERGEFORMAT</w:instrText>
    </w:r>
    <w:r w:rsidRPr="00731304">
      <w:rPr>
        <w:b/>
        <w:bCs/>
        <w:sz w:val="19"/>
        <w:szCs w:val="19"/>
      </w:rPr>
      <w:fldChar w:fldCharType="separate"/>
    </w:r>
    <w:r w:rsidR="000B394A" w:rsidRPr="000B394A">
      <w:rPr>
        <w:b/>
        <w:bCs/>
        <w:noProof/>
        <w:sz w:val="19"/>
        <w:szCs w:val="19"/>
        <w:lang w:val="de-DE"/>
      </w:rPr>
      <w:t>1</w:t>
    </w:r>
    <w:r w:rsidRPr="00731304">
      <w:rPr>
        <w:b/>
        <w:bCs/>
        <w:sz w:val="19"/>
        <w:szCs w:val="19"/>
      </w:rPr>
      <w:fldChar w:fldCharType="end"/>
    </w:r>
    <w:r w:rsidRPr="00731304">
      <w:rPr>
        <w:sz w:val="19"/>
        <w:szCs w:val="19"/>
        <w:lang w:val="de-DE"/>
      </w:rPr>
      <w:t xml:space="preserve"> </w:t>
    </w:r>
    <w:r>
      <w:rPr>
        <w:sz w:val="19"/>
        <w:szCs w:val="19"/>
        <w:lang w:val="de-DE"/>
      </w:rPr>
      <w:sym w:font="Symbol" w:char="F0BD"/>
    </w:r>
    <w:r w:rsidRPr="00731304">
      <w:rPr>
        <w:b/>
        <w:bCs/>
        <w:sz w:val="19"/>
        <w:szCs w:val="19"/>
      </w:rPr>
      <w:fldChar w:fldCharType="begin"/>
    </w:r>
    <w:r w:rsidRPr="00731304">
      <w:rPr>
        <w:b/>
        <w:bCs/>
        <w:sz w:val="19"/>
        <w:szCs w:val="19"/>
      </w:rPr>
      <w:instrText>NUMPAGES  \* Arabic  \* MERGEFORMAT</w:instrText>
    </w:r>
    <w:r w:rsidRPr="00731304">
      <w:rPr>
        <w:b/>
        <w:bCs/>
        <w:sz w:val="19"/>
        <w:szCs w:val="19"/>
      </w:rPr>
      <w:fldChar w:fldCharType="separate"/>
    </w:r>
    <w:r w:rsidR="000B394A" w:rsidRPr="000B394A">
      <w:rPr>
        <w:b/>
        <w:bCs/>
        <w:noProof/>
        <w:sz w:val="19"/>
        <w:szCs w:val="19"/>
        <w:lang w:val="de-DE"/>
      </w:rPr>
      <w:t>1</w:t>
    </w:r>
    <w:r w:rsidRPr="00731304">
      <w:rPr>
        <w:b/>
        <w:bCs/>
        <w:sz w:val="19"/>
        <w:szCs w:val="19"/>
      </w:rPr>
      <w:fldChar w:fldCharType="end"/>
    </w:r>
  </w:p>
  <w:p w:rsidR="00EF3667" w:rsidRPr="00731304" w:rsidRDefault="00EF3667" w:rsidP="00EF3667">
    <w:pPr>
      <w:pStyle w:val="Fuzeile"/>
      <w:jc w:val="both"/>
      <w:rPr>
        <w:sz w:val="6"/>
        <w:szCs w:val="19"/>
      </w:rPr>
    </w:pPr>
  </w:p>
  <w:p w:rsidR="00EF3667" w:rsidRPr="00731304" w:rsidRDefault="00EF3667" w:rsidP="00EF3667">
    <w:pPr>
      <w:pStyle w:val="Fuzeile"/>
      <w:jc w:val="both"/>
      <w:rPr>
        <w:sz w:val="2"/>
        <w:szCs w:val="2"/>
      </w:rPr>
    </w:pPr>
    <w:r w:rsidRPr="003A5E01">
      <w:rPr>
        <w:sz w:val="19"/>
        <w:szCs w:val="19"/>
      </w:rPr>
      <w:t xml:space="preserve">Juventus Wirtschaftsschule </w:t>
    </w:r>
    <w:r w:rsidRPr="003A5E01">
      <w:rPr>
        <w:sz w:val="19"/>
        <w:szCs w:val="19"/>
      </w:rPr>
      <w:sym w:font="Symbol" w:char="F0BD"/>
    </w:r>
    <w:r w:rsidRPr="003A5E01">
      <w:rPr>
        <w:sz w:val="19"/>
        <w:szCs w:val="19"/>
      </w:rPr>
      <w:t xml:space="preserve"> Lagerstrasse 45 </w:t>
    </w:r>
    <w:r w:rsidRPr="003A5E01">
      <w:rPr>
        <w:sz w:val="19"/>
        <w:szCs w:val="19"/>
      </w:rPr>
      <w:sym w:font="Symbol" w:char="F0BD"/>
    </w:r>
    <w:r w:rsidRPr="003A5E01">
      <w:rPr>
        <w:sz w:val="19"/>
        <w:szCs w:val="19"/>
      </w:rPr>
      <w:t xml:space="preserve"> 8004 Zürich </w:t>
    </w:r>
    <w:r w:rsidRPr="003A5E01">
      <w:rPr>
        <w:sz w:val="19"/>
        <w:szCs w:val="19"/>
      </w:rPr>
      <w:sym w:font="Symbol" w:char="F0BD"/>
    </w:r>
    <w:r w:rsidRPr="003A5E01">
      <w:rPr>
        <w:sz w:val="19"/>
        <w:szCs w:val="19"/>
      </w:rPr>
      <w:t xml:space="preserve"> 043-268 25 11 </w:t>
    </w:r>
    <w:r w:rsidRPr="003A5E01">
      <w:rPr>
        <w:sz w:val="19"/>
        <w:szCs w:val="19"/>
      </w:rPr>
      <w:sym w:font="Symbol" w:char="F0BD"/>
    </w:r>
    <w:r w:rsidRPr="003A5E01">
      <w:rPr>
        <w:sz w:val="19"/>
        <w:szCs w:val="19"/>
      </w:rPr>
      <w:t xml:space="preserve"> </w:t>
    </w:r>
    <w:hyperlink r:id="rId1" w:history="1">
      <w:r w:rsidRPr="00BF69BF">
        <w:rPr>
          <w:rStyle w:val="Hyperlink"/>
          <w:sz w:val="19"/>
          <w:szCs w:val="19"/>
        </w:rPr>
        <w:t>info@juventus-wirtschaftsschule.ch</w:t>
      </w:r>
    </w:hyperlink>
    <w:r>
      <w:rPr>
        <w:sz w:val="19"/>
        <w:szCs w:val="19"/>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667" w:rsidRDefault="00EF3667" w:rsidP="00EF3667">
      <w:pPr>
        <w:spacing w:after="0" w:line="240" w:lineRule="auto"/>
      </w:pPr>
      <w:r>
        <w:separator/>
      </w:r>
    </w:p>
  </w:footnote>
  <w:footnote w:type="continuationSeparator" w:id="0">
    <w:p w:rsidR="00EF3667" w:rsidRDefault="00EF3667" w:rsidP="00EF36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802"/>
    <w:rsid w:val="000B394A"/>
    <w:rsid w:val="001A72B4"/>
    <w:rsid w:val="0043665A"/>
    <w:rsid w:val="00605B18"/>
    <w:rsid w:val="00791405"/>
    <w:rsid w:val="00DD1626"/>
    <w:rsid w:val="00DF6802"/>
    <w:rsid w:val="00E11B5B"/>
    <w:rsid w:val="00EF366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A2E4F5-C313-4A2B-A785-BEAF4E16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F36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667"/>
  </w:style>
  <w:style w:type="paragraph" w:styleId="Fuzeile">
    <w:name w:val="footer"/>
    <w:basedOn w:val="Standard"/>
    <w:link w:val="FuzeileZchn"/>
    <w:uiPriority w:val="99"/>
    <w:unhideWhenUsed/>
    <w:rsid w:val="00EF36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667"/>
  </w:style>
  <w:style w:type="character" w:styleId="Hyperlink">
    <w:name w:val="Hyperlink"/>
    <w:basedOn w:val="Absatz-Standardschriftart"/>
    <w:uiPriority w:val="99"/>
    <w:unhideWhenUsed/>
    <w:rsid w:val="00EF36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info@juventus-wirtschaftsschule.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9B1DBE53</Template>
  <TotalTime>0</TotalTime>
  <Pages>1</Pages>
  <Words>190</Words>
  <Characters>1202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EveryWare AG</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Frei, Felix</dc:creator>
  <cp:keywords/>
  <dc:description/>
  <cp:lastModifiedBy>Frei, Felix</cp:lastModifiedBy>
  <cp:revision>5</cp:revision>
  <cp:lastPrinted>2016-10-24T13:20:00Z</cp:lastPrinted>
  <dcterms:created xsi:type="dcterms:W3CDTF">2016-10-23T22:27:00Z</dcterms:created>
  <dcterms:modified xsi:type="dcterms:W3CDTF">2016-10-24T13:20:00Z</dcterms:modified>
</cp:coreProperties>
</file>