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504" w:rsidRPr="00B07F2D" w:rsidRDefault="00C94F89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/>
          <w:sz w:val="22"/>
          <w:szCs w:val="22"/>
        </w:rPr>
        <w:t>Vorname</w:t>
      </w:r>
      <w:r w:rsidR="00CA40D8" w:rsidRPr="00B07F2D">
        <w:rPr>
          <w:rFonts w:asciiTheme="minorHAnsi" w:hAnsiTheme="minorHAnsi" w:cs="Arial"/>
          <w:szCs w:val="20"/>
        </w:rPr>
        <w:t xml:space="preserve"> / </w:t>
      </w:r>
      <w:r w:rsidRPr="00B07F2D">
        <w:rPr>
          <w:rFonts w:asciiTheme="minorHAnsi" w:hAnsiTheme="minorHAnsi" w:cs="Arial"/>
          <w:szCs w:val="20"/>
        </w:rPr>
        <w:t>Name</w:t>
      </w:r>
    </w:p>
    <w:p w:rsidR="00CA40D8" w:rsidRPr="00B07F2D" w:rsidRDefault="00854504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A</w:t>
      </w:r>
      <w:r w:rsidR="00CA40D8" w:rsidRPr="00B07F2D">
        <w:rPr>
          <w:rFonts w:asciiTheme="minorHAnsi" w:hAnsiTheme="minorHAnsi" w:cs="Arial"/>
          <w:szCs w:val="20"/>
        </w:rPr>
        <w:t xml:space="preserve">dresse 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PLZ / Ort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  <w:lang w:val="de-DE"/>
        </w:rPr>
      </w:pPr>
      <w:r w:rsidRPr="00B07F2D">
        <w:rPr>
          <w:rFonts w:asciiTheme="minorHAnsi" w:hAnsiTheme="minorHAnsi" w:cs="Arial"/>
          <w:szCs w:val="20"/>
          <w:lang w:val="de-DE"/>
        </w:rPr>
        <w:t>Telefon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  <w:lang w:val="de-DE"/>
        </w:rPr>
      </w:pPr>
      <w:proofErr w:type="spellStart"/>
      <w:r w:rsidRPr="00B07F2D">
        <w:rPr>
          <w:rFonts w:asciiTheme="minorHAnsi" w:hAnsiTheme="minorHAnsi" w:cs="Arial"/>
          <w:szCs w:val="20"/>
          <w:lang w:val="de-DE"/>
        </w:rPr>
        <w:t>EMail</w:t>
      </w:r>
      <w:proofErr w:type="spellEnd"/>
    </w:p>
    <w:p w:rsidR="00CA40D8" w:rsidRPr="00B07F2D" w:rsidRDefault="00CA40D8" w:rsidP="00CA40D8">
      <w:pPr>
        <w:rPr>
          <w:rFonts w:asciiTheme="minorHAnsi" w:hAnsiTheme="minorHAnsi" w:cs="Arial"/>
          <w:szCs w:val="20"/>
          <w:lang w:val="de-DE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  <w:lang w:val="de-DE"/>
        </w:rPr>
      </w:pPr>
    </w:p>
    <w:p w:rsidR="00C94F89" w:rsidRPr="00B07F2D" w:rsidRDefault="00C94F89" w:rsidP="00C94F89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Name des Betriebes</w:t>
      </w:r>
    </w:p>
    <w:p w:rsidR="00C94F89" w:rsidRPr="00B07F2D" w:rsidRDefault="00C94F89" w:rsidP="00C94F89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 xml:space="preserve">Vorname/Name der </w:t>
      </w:r>
      <w:r w:rsidR="00854504" w:rsidRPr="00B07F2D">
        <w:rPr>
          <w:rFonts w:asciiTheme="minorHAnsi" w:hAnsiTheme="minorHAnsi" w:cs="Arial"/>
          <w:szCs w:val="20"/>
        </w:rPr>
        <w:t>Kontaktperson</w:t>
      </w:r>
    </w:p>
    <w:p w:rsidR="00C94F89" w:rsidRPr="00B07F2D" w:rsidRDefault="00A13CA6" w:rsidP="00C94F89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Strasse</w:t>
      </w:r>
    </w:p>
    <w:p w:rsidR="00A13CA6" w:rsidRPr="00B07F2D" w:rsidRDefault="00A13CA6" w:rsidP="00C94F89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PLZ Ort</w:t>
      </w:r>
    </w:p>
    <w:p w:rsidR="00A13CA6" w:rsidRPr="00B07F2D" w:rsidRDefault="00A13CA6" w:rsidP="00C94F89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Datum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b/>
          <w:szCs w:val="20"/>
        </w:rPr>
      </w:pPr>
      <w:r w:rsidRPr="00B07F2D">
        <w:rPr>
          <w:rFonts w:asciiTheme="minorHAnsi" w:hAnsiTheme="minorHAnsi" w:cs="Arial"/>
          <w:b/>
          <w:szCs w:val="20"/>
        </w:rPr>
        <w:t>Betreff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Sehr geehrte Damen und Herren</w:t>
      </w:r>
      <w:r w:rsidR="00A13CA6" w:rsidRPr="00B07F2D">
        <w:rPr>
          <w:rFonts w:asciiTheme="minorHAnsi" w:hAnsiTheme="minorHAnsi" w:cs="Arial"/>
          <w:szCs w:val="20"/>
        </w:rPr>
        <w:t xml:space="preserve"> (besser: Sehr geehrte Frau Name bzw. Sehr geehrter Herr Name)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b/>
          <w:color w:val="8DB3E2" w:themeColor="text2" w:themeTint="66"/>
          <w:sz w:val="24"/>
        </w:rPr>
      </w:pPr>
      <w:r w:rsidRPr="00B07F2D">
        <w:rPr>
          <w:rFonts w:asciiTheme="minorHAnsi" w:hAnsiTheme="minorHAnsi" w:cs="Arial"/>
          <w:b/>
          <w:color w:val="8DB3E2" w:themeColor="text2" w:themeTint="66"/>
          <w:sz w:val="24"/>
        </w:rPr>
        <w:t>BAUSTEIN 1: Einführung, Bezug zum Stellenangebot</w:t>
      </w:r>
    </w:p>
    <w:p w:rsidR="00CA40D8" w:rsidRPr="00B07F2D" w:rsidRDefault="00CA40D8" w:rsidP="00A13CA6">
      <w:pPr>
        <w:ind w:left="426" w:hanging="360"/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 xml:space="preserve">- </w:t>
      </w:r>
      <w:r w:rsidRPr="00B07F2D">
        <w:rPr>
          <w:rFonts w:asciiTheme="minorHAnsi" w:hAnsiTheme="minorHAnsi" w:cs="Arial"/>
          <w:szCs w:val="20"/>
        </w:rPr>
        <w:tab/>
        <w:t xml:space="preserve">Wie Sie von der Stelle erfahren haben </w:t>
      </w:r>
    </w:p>
    <w:p w:rsidR="004A10D5" w:rsidRPr="00B07F2D" w:rsidRDefault="004A10D5" w:rsidP="00A13CA6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b/>
          <w:color w:val="548DD4" w:themeColor="text2" w:themeTint="99"/>
          <w:sz w:val="24"/>
        </w:rPr>
      </w:pPr>
      <w:r w:rsidRPr="00B07F2D">
        <w:rPr>
          <w:rFonts w:asciiTheme="minorHAnsi" w:hAnsiTheme="minorHAnsi" w:cs="Arial"/>
          <w:b/>
          <w:color w:val="548DD4" w:themeColor="text2" w:themeTint="99"/>
          <w:sz w:val="24"/>
        </w:rPr>
        <w:t xml:space="preserve">BAUSTEIN 2: Interesse wecken. </w:t>
      </w:r>
    </w:p>
    <w:p w:rsidR="00CA40D8" w:rsidRPr="00B07F2D" w:rsidRDefault="00CA40D8" w:rsidP="00A13CA6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Warum</w:t>
      </w:r>
      <w:r w:rsidR="002A25C4" w:rsidRPr="00B07F2D">
        <w:rPr>
          <w:rFonts w:asciiTheme="minorHAnsi" w:hAnsiTheme="minorHAnsi" w:cs="Arial"/>
          <w:szCs w:val="20"/>
        </w:rPr>
        <w:t xml:space="preserve"> interessiert Sie</w:t>
      </w:r>
      <w:r w:rsidRPr="00B07F2D">
        <w:rPr>
          <w:rFonts w:asciiTheme="minorHAnsi" w:hAnsiTheme="minorHAnsi" w:cs="Arial"/>
          <w:szCs w:val="20"/>
        </w:rPr>
        <w:t xml:space="preserve"> die Stelle</w:t>
      </w:r>
      <w:r w:rsidR="002A25C4" w:rsidRPr="00B07F2D">
        <w:rPr>
          <w:rFonts w:asciiTheme="minorHAnsi" w:hAnsiTheme="minorHAnsi" w:cs="Arial"/>
          <w:szCs w:val="20"/>
        </w:rPr>
        <w:t xml:space="preserve">, </w:t>
      </w:r>
      <w:r w:rsidRPr="00B07F2D">
        <w:rPr>
          <w:rFonts w:asciiTheme="minorHAnsi" w:hAnsiTheme="minorHAnsi" w:cs="Arial"/>
          <w:szCs w:val="20"/>
        </w:rPr>
        <w:t xml:space="preserve"> Gründe, weshalb Sie gerne bei der Firma das Praktikum absolvieren möchten </w:t>
      </w:r>
    </w:p>
    <w:p w:rsidR="00C94F89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Was Sie an dem betreffenden Unternehmen reizt</w:t>
      </w:r>
      <w:r w:rsidR="00B07F2D" w:rsidRPr="00B07F2D">
        <w:rPr>
          <w:rFonts w:asciiTheme="minorHAnsi" w:hAnsiTheme="minorHAnsi" w:cs="Arial"/>
          <w:szCs w:val="20"/>
        </w:rPr>
        <w:t>:</w:t>
      </w:r>
      <w:r w:rsidR="00B07F2D" w:rsidRPr="00B07F2D">
        <w:rPr>
          <w:rFonts w:asciiTheme="minorHAnsi" w:hAnsiTheme="minorHAnsi" w:cs="Arial"/>
          <w:szCs w:val="20"/>
        </w:rPr>
        <w:br/>
      </w:r>
      <w:r w:rsidR="00C94F89" w:rsidRPr="00B07F2D">
        <w:rPr>
          <w:rFonts w:asciiTheme="minorHAnsi" w:hAnsiTheme="minorHAnsi" w:cs="Arial"/>
          <w:szCs w:val="20"/>
        </w:rPr>
        <w:t>Ihre persönliche Motivation für die Bewerbung</w:t>
      </w:r>
      <w:r w:rsidR="00A13CA6" w:rsidRPr="00B07F2D">
        <w:rPr>
          <w:rFonts w:asciiTheme="minorHAnsi" w:hAnsiTheme="minorHAnsi" w:cs="Arial"/>
          <w:szCs w:val="20"/>
        </w:rPr>
        <w:t xml:space="preserve"> </w:t>
      </w:r>
      <w:r w:rsidR="00C94F89" w:rsidRPr="00B07F2D">
        <w:rPr>
          <w:rFonts w:asciiTheme="minorHAnsi" w:hAnsiTheme="minorHAnsi" w:cs="Arial"/>
          <w:szCs w:val="20"/>
        </w:rPr>
        <w:t xml:space="preserve">- wieso wollen Sie dort arbeiten, was fasziniert </w:t>
      </w:r>
      <w:r w:rsidR="00A13CA6" w:rsidRPr="00B07F2D">
        <w:rPr>
          <w:rFonts w:asciiTheme="minorHAnsi" w:hAnsiTheme="minorHAnsi" w:cs="Arial"/>
          <w:szCs w:val="20"/>
        </w:rPr>
        <w:t xml:space="preserve"> </w:t>
      </w:r>
      <w:r w:rsidR="00C94F89" w:rsidRPr="00B07F2D">
        <w:rPr>
          <w:rFonts w:asciiTheme="minorHAnsi" w:hAnsiTheme="minorHAnsi" w:cs="Arial"/>
          <w:szCs w:val="20"/>
        </w:rPr>
        <w:t>Sie an diesem Unternehmen, was wollen Sie dort lernen, Traumstelle? Schon immer wollten</w:t>
      </w:r>
      <w:r w:rsidR="00A13CA6" w:rsidRPr="00B07F2D">
        <w:rPr>
          <w:rFonts w:asciiTheme="minorHAnsi" w:hAnsiTheme="minorHAnsi" w:cs="Arial"/>
          <w:szCs w:val="20"/>
        </w:rPr>
        <w:t xml:space="preserve"> </w:t>
      </w:r>
      <w:r w:rsidR="00C94F89" w:rsidRPr="00B07F2D">
        <w:rPr>
          <w:rFonts w:asciiTheme="minorHAnsi" w:hAnsiTheme="minorHAnsi" w:cs="Arial"/>
          <w:szCs w:val="20"/>
        </w:rPr>
        <w:t>Sie.....</w:t>
      </w:r>
      <w:r w:rsidR="00A13CA6" w:rsidRPr="00B07F2D">
        <w:rPr>
          <w:rFonts w:asciiTheme="minorHAnsi" w:hAnsiTheme="minorHAnsi" w:cs="Arial"/>
          <w:szCs w:val="20"/>
        </w:rPr>
        <w:t xml:space="preserve"> </w:t>
      </w:r>
      <w:r w:rsidR="00C94F89" w:rsidRPr="00B07F2D">
        <w:rPr>
          <w:rFonts w:asciiTheme="minorHAnsi" w:hAnsiTheme="minorHAnsi" w:cs="Arial"/>
          <w:szCs w:val="20"/>
        </w:rPr>
        <w:t>sind überzeugt dass,</w:t>
      </w:r>
      <w:r w:rsidR="00854504" w:rsidRPr="00B07F2D">
        <w:rPr>
          <w:rFonts w:asciiTheme="minorHAnsi" w:hAnsiTheme="minorHAnsi" w:cs="Arial"/>
          <w:szCs w:val="20"/>
        </w:rPr>
        <w:t xml:space="preserve"> ......</w:t>
      </w:r>
      <w:r w:rsidR="00C94F89" w:rsidRPr="00B07F2D">
        <w:rPr>
          <w:rFonts w:asciiTheme="minorHAnsi" w:hAnsiTheme="minorHAnsi" w:cs="Arial"/>
          <w:szCs w:val="20"/>
        </w:rPr>
        <w:t xml:space="preserve"> es gefällt Ihnen</w:t>
      </w:r>
      <w:r w:rsidR="00B07F2D" w:rsidRPr="00B07F2D">
        <w:rPr>
          <w:rFonts w:asciiTheme="minorHAnsi" w:hAnsiTheme="minorHAnsi" w:cs="Arial"/>
          <w:szCs w:val="20"/>
        </w:rPr>
        <w:t>,</w:t>
      </w:r>
      <w:r w:rsidR="00C94F89" w:rsidRPr="00B07F2D">
        <w:rPr>
          <w:rFonts w:asciiTheme="minorHAnsi" w:hAnsiTheme="minorHAnsi" w:cs="Arial"/>
          <w:szCs w:val="20"/>
        </w:rPr>
        <w:t xml:space="preserve"> dass</w:t>
      </w:r>
      <w:r w:rsidR="00B07F2D" w:rsidRPr="00B07F2D">
        <w:rPr>
          <w:rFonts w:asciiTheme="minorHAnsi" w:hAnsiTheme="minorHAnsi" w:cs="Arial"/>
          <w:szCs w:val="20"/>
        </w:rPr>
        <w:t xml:space="preserve"> </w:t>
      </w:r>
      <w:proofErr w:type="gramStart"/>
      <w:r w:rsidR="00B07F2D" w:rsidRPr="00B07F2D">
        <w:rPr>
          <w:rFonts w:asciiTheme="minorHAnsi" w:hAnsiTheme="minorHAnsi" w:cs="Arial"/>
          <w:szCs w:val="20"/>
        </w:rPr>
        <w:t>……..</w:t>
      </w:r>
      <w:proofErr w:type="gramEnd"/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854504" w:rsidRPr="00B07F2D" w:rsidRDefault="00CA40D8" w:rsidP="00CA40D8">
      <w:pPr>
        <w:rPr>
          <w:rFonts w:asciiTheme="minorHAnsi" w:hAnsiTheme="minorHAnsi" w:cs="Arial"/>
          <w:b/>
          <w:color w:val="0070C0"/>
          <w:sz w:val="24"/>
        </w:rPr>
      </w:pPr>
      <w:r w:rsidRPr="00B07F2D">
        <w:rPr>
          <w:rFonts w:asciiTheme="minorHAnsi" w:hAnsiTheme="minorHAnsi" w:cs="Arial"/>
          <w:b/>
          <w:color w:val="0070C0"/>
          <w:sz w:val="24"/>
        </w:rPr>
        <w:t>BAUSTEIN 3:</w:t>
      </w:r>
      <w:r w:rsidR="00854504" w:rsidRPr="00B07F2D">
        <w:rPr>
          <w:rFonts w:asciiTheme="minorHAnsi" w:hAnsiTheme="minorHAnsi" w:cs="Arial"/>
          <w:b/>
          <w:color w:val="0070C0"/>
          <w:sz w:val="24"/>
        </w:rPr>
        <w:t xml:space="preserve"> besondere</w:t>
      </w:r>
      <w:r w:rsidRPr="00B07F2D">
        <w:rPr>
          <w:rFonts w:asciiTheme="minorHAnsi" w:hAnsiTheme="minorHAnsi" w:cs="Arial"/>
          <w:b/>
          <w:color w:val="0070C0"/>
          <w:sz w:val="24"/>
        </w:rPr>
        <w:t xml:space="preserve"> Fähigkeiten und </w:t>
      </w:r>
      <w:r w:rsidR="00854504" w:rsidRPr="00B07F2D">
        <w:rPr>
          <w:rFonts w:asciiTheme="minorHAnsi" w:hAnsiTheme="minorHAnsi" w:cs="Arial"/>
          <w:b/>
          <w:color w:val="0070C0"/>
          <w:sz w:val="24"/>
        </w:rPr>
        <w:t>interessante Freizeitaktivitäten</w:t>
      </w:r>
    </w:p>
    <w:p w:rsidR="00CA40D8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Warum halten Sie sich für geeignet?</w:t>
      </w:r>
    </w:p>
    <w:p w:rsidR="00CA40D8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Welche Vorteile sprechen sonst noch für Sie?</w:t>
      </w:r>
    </w:p>
    <w:p w:rsidR="0057591C" w:rsidRPr="00B07F2D" w:rsidRDefault="0057591C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Ihre besonderen Fähigkeiten?</w:t>
      </w:r>
    </w:p>
    <w:p w:rsidR="00CA40D8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Welche Ziele und</w:t>
      </w:r>
      <w:r w:rsidR="002A25C4" w:rsidRPr="00B07F2D">
        <w:rPr>
          <w:rFonts w:asciiTheme="minorHAnsi" w:hAnsiTheme="minorHAnsi" w:cs="Arial"/>
          <w:szCs w:val="20"/>
        </w:rPr>
        <w:t xml:space="preserve"> welche Motivation</w:t>
      </w:r>
      <w:r w:rsidRPr="00B07F2D">
        <w:rPr>
          <w:rFonts w:asciiTheme="minorHAnsi" w:hAnsiTheme="minorHAnsi" w:cs="Arial"/>
          <w:szCs w:val="20"/>
        </w:rPr>
        <w:t xml:space="preserve"> haben Sie für diese Ausbildung und das Praktikum?</w:t>
      </w:r>
    </w:p>
    <w:p w:rsidR="00CA40D8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Warum soll der Betrieb Sie einstellen?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857788">
      <w:pPr>
        <w:rPr>
          <w:rFonts w:asciiTheme="minorHAnsi" w:hAnsiTheme="minorHAnsi" w:cs="Arial"/>
          <w:b/>
          <w:color w:val="17365D" w:themeColor="text2" w:themeShade="BF"/>
          <w:sz w:val="24"/>
        </w:rPr>
      </w:pPr>
      <w:r w:rsidRPr="00B07F2D">
        <w:rPr>
          <w:rFonts w:asciiTheme="minorHAnsi" w:hAnsiTheme="minorHAnsi" w:cs="Arial"/>
          <w:b/>
          <w:color w:val="17365D" w:themeColor="text2" w:themeShade="BF"/>
          <w:sz w:val="24"/>
        </w:rPr>
        <w:t xml:space="preserve">BAUSTEIN 4: Grussformel </w:t>
      </w:r>
    </w:p>
    <w:p w:rsidR="0057591C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Habe ich Ihr Int</w:t>
      </w:r>
      <w:r w:rsidR="0057591C" w:rsidRPr="00B07F2D">
        <w:rPr>
          <w:rFonts w:asciiTheme="minorHAnsi" w:hAnsiTheme="minorHAnsi" w:cs="Arial"/>
          <w:szCs w:val="20"/>
        </w:rPr>
        <w:t>eresse geweckt? Ich freue mich auf ein Vorstellungsgespräch</w:t>
      </w:r>
    </w:p>
    <w:p w:rsidR="0057591C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 xml:space="preserve">Von meiner Eignung möchte ich Sie gern in einem persönlichen Gespräch überzeugen. </w:t>
      </w:r>
    </w:p>
    <w:p w:rsidR="00CA40D8" w:rsidRPr="00B07F2D" w:rsidRDefault="00CA40D8" w:rsidP="00B07F2D">
      <w:pPr>
        <w:pStyle w:val="Listenabsatz"/>
        <w:numPr>
          <w:ilvl w:val="0"/>
          <w:numId w:val="2"/>
        </w:num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Ich freue mich, Sie in einem Gespräch persönlich kennen zu lernen.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Freundliche Grüsse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CA40D8" w:rsidRPr="00B07F2D" w:rsidRDefault="00854504" w:rsidP="00CA40D8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Vorname/Name</w:t>
      </w:r>
    </w:p>
    <w:p w:rsidR="00CA40D8" w:rsidRPr="00B07F2D" w:rsidRDefault="00CA40D8" w:rsidP="00CA40D8">
      <w:pPr>
        <w:rPr>
          <w:rFonts w:asciiTheme="minorHAnsi" w:hAnsiTheme="minorHAnsi" w:cs="Arial"/>
          <w:szCs w:val="20"/>
        </w:rPr>
      </w:pPr>
    </w:p>
    <w:p w:rsidR="00854504" w:rsidRPr="00B07F2D" w:rsidRDefault="00854504" w:rsidP="00CA40D8">
      <w:pPr>
        <w:rPr>
          <w:rFonts w:asciiTheme="minorHAnsi" w:hAnsiTheme="minorHAnsi" w:cs="Arial"/>
          <w:szCs w:val="20"/>
        </w:rPr>
      </w:pPr>
    </w:p>
    <w:p w:rsidR="00CA40D8" w:rsidRDefault="00CA40D8" w:rsidP="001F5F2D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Beilagen</w:t>
      </w:r>
    </w:p>
    <w:p w:rsidR="00AF20C3" w:rsidRDefault="00AF20C3">
      <w:pPr>
        <w:spacing w:after="200" w:line="276" w:lineRule="auto"/>
        <w:rPr>
          <w:rFonts w:asciiTheme="minorHAnsi" w:hAnsiTheme="minorHAnsi" w:cs="Arial"/>
          <w:szCs w:val="20"/>
        </w:rPr>
      </w:pPr>
      <w:r>
        <w:rPr>
          <w:rFonts w:asciiTheme="minorHAnsi" w:hAnsiTheme="minorHAnsi" w:cs="Arial"/>
          <w:szCs w:val="20"/>
        </w:rPr>
        <w:br w:type="page"/>
      </w:r>
    </w:p>
    <w:p w:rsidR="00AF20C3" w:rsidRPr="00B07F2D" w:rsidRDefault="00AF20C3" w:rsidP="001F5F2D">
      <w:pPr>
        <w:rPr>
          <w:rFonts w:asciiTheme="minorHAnsi" w:hAnsiTheme="minorHAnsi" w:cs="Arial"/>
          <w:szCs w:val="20"/>
        </w:rPr>
      </w:pPr>
    </w:p>
    <w:p w:rsidR="00B07F2D" w:rsidRPr="00B07F2D" w:rsidRDefault="00B07F2D" w:rsidP="00B07F2D">
      <w:pPr>
        <w:rPr>
          <w:rFonts w:asciiTheme="minorHAnsi" w:hAnsiTheme="minorHAnsi" w:cs="Arial"/>
          <w:szCs w:val="20"/>
        </w:rPr>
      </w:pPr>
      <w:r w:rsidRPr="00B07F2D">
        <w:rPr>
          <w:rFonts w:asciiTheme="minorHAnsi" w:hAnsiTheme="minorHAnsi" w:cs="Arial"/>
          <w:szCs w:val="20"/>
        </w:rPr>
        <w:t>Mögliche Formulierungsvorschläge zu den einzelnen Bausteinen eines Bewerbungsbriefes:</w:t>
      </w:r>
    </w:p>
    <w:p w:rsidR="00B07F2D" w:rsidRPr="00B07F2D" w:rsidRDefault="00B07F2D" w:rsidP="00B07F2D">
      <w:pPr>
        <w:rPr>
          <w:rFonts w:asciiTheme="minorHAnsi" w:hAnsiTheme="minorHAnsi" w:cs="Arial"/>
          <w:szCs w:val="20"/>
        </w:rPr>
      </w:pPr>
    </w:p>
    <w:p w:rsidR="00B07F2D" w:rsidRPr="00B07F2D" w:rsidRDefault="00B07F2D" w:rsidP="00B07F2D">
      <w:pPr>
        <w:rPr>
          <w:rFonts w:asciiTheme="minorHAnsi" w:hAnsiTheme="minorHAnsi" w:cs="Arial"/>
          <w:b/>
          <w:color w:val="8DB3E2" w:themeColor="text2" w:themeTint="66"/>
          <w:sz w:val="24"/>
        </w:rPr>
      </w:pPr>
      <w:r w:rsidRPr="00B07F2D">
        <w:rPr>
          <w:rFonts w:asciiTheme="minorHAnsi" w:hAnsiTheme="minorHAnsi" w:cs="Arial"/>
          <w:b/>
          <w:color w:val="8DB3E2" w:themeColor="text2" w:themeTint="66"/>
          <w:sz w:val="24"/>
        </w:rPr>
        <w:t>Baustein 1: Einführung, Bezug zum Stellenangebot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Das Inserat Ihrer Firma fiel mir auf, weil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Der Bereich, in dem Ihre Firma tätig ist, fasziniert mich weil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Wie ich Ihrem Stelleninserat entnehme, suchen Sie eine/n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Ich interessiere mich schon lange für Ihre Unternehmung, weil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Beim Durchlesen Ihres Inserates wurde mir klar, dass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Ihr Inserat, welches ich über die Firmenwebsite gefunden habe, spricht mich an,</w:t>
      </w:r>
    </w:p>
    <w:p w:rsidR="00B07F2D" w:rsidRPr="00B07F2D" w:rsidRDefault="00B07F2D" w:rsidP="00B07F2D">
      <w:pPr>
        <w:pStyle w:val="Listenabsatz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weil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Durch Recherchen im Internet habe ich einen spannenden Einblick in Ihr vielfältiges Unternehmen erhalten. Der Bereich interessiert mich sehr, da ich ein/e sehr …</w:t>
      </w:r>
    </w:p>
    <w:p w:rsidR="00B07F2D" w:rsidRPr="00B07F2D" w:rsidRDefault="00B07F2D" w:rsidP="00B07F2D">
      <w:pPr>
        <w:pStyle w:val="Listenabsatz"/>
        <w:numPr>
          <w:ilvl w:val="0"/>
          <w:numId w:val="3"/>
        </w:numPr>
        <w:spacing w:after="240" w:line="259" w:lineRule="auto"/>
        <w:ind w:left="714" w:hanging="357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Vielen Dank für das aufschlussreiche Telefongespräch. (falls ein Telefonat stattgefunden hat)</w:t>
      </w:r>
    </w:p>
    <w:p w:rsidR="00B07F2D" w:rsidRPr="00B07F2D" w:rsidRDefault="00B07F2D" w:rsidP="00B07F2D">
      <w:pPr>
        <w:rPr>
          <w:rFonts w:asciiTheme="minorHAnsi" w:hAnsiTheme="minorHAnsi" w:cs="Arial"/>
          <w:b/>
          <w:color w:val="548DD4" w:themeColor="text2" w:themeTint="99"/>
          <w:sz w:val="24"/>
        </w:rPr>
      </w:pPr>
      <w:r w:rsidRPr="00B07F2D">
        <w:rPr>
          <w:rFonts w:asciiTheme="minorHAnsi" w:hAnsiTheme="minorHAnsi" w:cs="Arial"/>
          <w:b/>
          <w:color w:val="548DD4" w:themeColor="text2" w:themeTint="99"/>
          <w:sz w:val="24"/>
        </w:rPr>
        <w:t>Baustein 2: Interesse wecken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Die Struktur Ihrer Firma fasziniert mich, weil …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Das Arbeiten mit dem Computer und anderen technischen Hilfsmitteln interessiert mich, weil …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Seit ich mich mit der Stellensuche auseinandergesetzt habe, weiss ich, dass ich…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Ich bin überzeugt, dass ich bei Ihrer Firma mehr über das internationale Business lerne, denn …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Die Entwicklung Ihrer Firma verfolge ich seit einiger Zeit, deswegen habe ich gehofft, dass …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Da ich bisher nur den theoretischen Teil dieser Branche kennenlernen durfte, freut es mich umso mehr meine praktischen Erfahrungen in diesem Beruf zu erweitern.</w:t>
      </w:r>
    </w:p>
    <w:p w:rsidR="00B07F2D" w:rsidRPr="00B07F2D" w:rsidRDefault="00B07F2D" w:rsidP="00B07F2D">
      <w:pPr>
        <w:pStyle w:val="Listenabsatz"/>
        <w:numPr>
          <w:ilvl w:val="0"/>
          <w:numId w:val="4"/>
        </w:numPr>
        <w:spacing w:after="240" w:line="259" w:lineRule="auto"/>
        <w:ind w:left="714" w:hanging="357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Zurzeit besuche ich..., welche ich im Jahr xx abschliessen werde.</w:t>
      </w:r>
    </w:p>
    <w:p w:rsidR="00B07F2D" w:rsidRPr="00B07F2D" w:rsidRDefault="00B07F2D" w:rsidP="00B07F2D">
      <w:pPr>
        <w:rPr>
          <w:rFonts w:asciiTheme="minorHAnsi" w:hAnsiTheme="minorHAnsi" w:cs="Arial"/>
          <w:b/>
          <w:color w:val="0070C0"/>
          <w:sz w:val="24"/>
        </w:rPr>
      </w:pPr>
      <w:r w:rsidRPr="00B07F2D">
        <w:rPr>
          <w:rFonts w:asciiTheme="minorHAnsi" w:hAnsiTheme="minorHAnsi" w:cs="Arial"/>
          <w:b/>
          <w:color w:val="0070C0"/>
          <w:sz w:val="24"/>
        </w:rPr>
        <w:t>Baustein 3: Besondere Fähigkeiten und interessante Freizeitaktivitäten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Immer schon war ich ein sehr lernfreudiger Mensch, der Neuem offen und interessiert gegenüber steht.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Ich bin ein sehr aufgestellter, motivierter Mensch, welcher sehr gerne …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 xml:space="preserve">Dank meiner kommunikativen Art mag ich die Arbeit im Team, </w:t>
      </w:r>
    </w:p>
    <w:p w:rsidR="00B07F2D" w:rsidRPr="00B07F2D" w:rsidRDefault="00B07F2D" w:rsidP="00B07F2D">
      <w:pPr>
        <w:pStyle w:val="Listenabsatz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deswegen denke ich …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Dank diversen Schnuppertagen konnte ich bereits erste Eindrücke über dieses Berufsfeld gewinnen.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Meine schnelle Auffassungsgabe erleichtert es mir meine Aufgaben zielstrebig und selbstständig zu erledigen.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Meine ruhige Art erlaubt es mir Aufgaben konzentriert und strukturiert anzugehen und auszuführen.</w:t>
      </w:r>
    </w:p>
    <w:p w:rsidR="00B07F2D" w:rsidRPr="00B07F2D" w:rsidRDefault="00B07F2D" w:rsidP="00B07F2D">
      <w:pPr>
        <w:pStyle w:val="Listenabsatz"/>
        <w:numPr>
          <w:ilvl w:val="0"/>
          <w:numId w:val="5"/>
        </w:numPr>
        <w:spacing w:after="240" w:line="259" w:lineRule="auto"/>
        <w:ind w:left="714" w:hanging="357"/>
        <w:rPr>
          <w:rFonts w:asciiTheme="minorHAnsi" w:hAnsiTheme="minorHAnsi"/>
        </w:rPr>
      </w:pPr>
      <w:bookmarkStart w:id="0" w:name="_GoBack"/>
      <w:r w:rsidRPr="00B07F2D">
        <w:rPr>
          <w:rFonts w:asciiTheme="minorHAnsi" w:hAnsiTheme="minorHAnsi" w:cs="Arial"/>
        </w:rPr>
        <w:t xml:space="preserve">Ich lege grossen Wert auf einen aufrichtigen und ehrlichen Umgang, da dies mit Pflichtbewusstsein </w:t>
      </w:r>
      <w:bookmarkEnd w:id="0"/>
      <w:r w:rsidRPr="00B07F2D">
        <w:rPr>
          <w:rFonts w:asciiTheme="minorHAnsi" w:hAnsiTheme="minorHAnsi" w:cs="Arial"/>
        </w:rPr>
        <w:t>und Respekt gegenüber meinen Mitmenschen verbunden ist.</w:t>
      </w:r>
    </w:p>
    <w:p w:rsidR="00B07F2D" w:rsidRPr="00B07F2D" w:rsidRDefault="00B07F2D" w:rsidP="00B07F2D">
      <w:pPr>
        <w:rPr>
          <w:rFonts w:asciiTheme="minorHAnsi" w:hAnsiTheme="minorHAnsi" w:cs="Arial"/>
          <w:b/>
          <w:color w:val="17365D" w:themeColor="text2" w:themeShade="BF"/>
          <w:sz w:val="24"/>
        </w:rPr>
      </w:pPr>
      <w:r w:rsidRPr="00B07F2D">
        <w:rPr>
          <w:rFonts w:asciiTheme="minorHAnsi" w:hAnsiTheme="minorHAnsi" w:cs="Arial"/>
          <w:b/>
          <w:color w:val="17365D" w:themeColor="text2" w:themeShade="BF"/>
          <w:sz w:val="24"/>
        </w:rPr>
        <w:t>Baustein 4: Grussformel</w:t>
      </w:r>
    </w:p>
    <w:p w:rsidR="00B07F2D" w:rsidRPr="00B07F2D" w:rsidRDefault="00B07F2D" w:rsidP="00B07F2D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Falls ich Ihr Interesse geweckt habe, freue ich mich auf ein persönliches Gespräch.</w:t>
      </w:r>
    </w:p>
    <w:p w:rsidR="00B07F2D" w:rsidRPr="00B07F2D" w:rsidRDefault="00B07F2D" w:rsidP="00B07F2D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Sehr gerne möchte ich Sie bei einem Gespräch persönlich kennenlernen.</w:t>
      </w:r>
    </w:p>
    <w:p w:rsidR="00B07F2D" w:rsidRPr="00B07F2D" w:rsidRDefault="00B07F2D" w:rsidP="00B07F2D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 xml:space="preserve">Bei Interesse Ihrerseits freue ich mich auf ein Gespräch. </w:t>
      </w:r>
    </w:p>
    <w:p w:rsidR="00B07F2D" w:rsidRPr="00B07F2D" w:rsidRDefault="00B07F2D" w:rsidP="00B07F2D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Es freut mich sehr, wenn diese Bewerbung Ihr Interesse findet und ich Sie persönlich kennenlernen darf.</w:t>
      </w:r>
    </w:p>
    <w:p w:rsidR="00B07F2D" w:rsidRPr="00B07F2D" w:rsidRDefault="00B07F2D" w:rsidP="00B07F2D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hAnsiTheme="minorHAnsi" w:cs="Arial"/>
        </w:rPr>
      </w:pPr>
      <w:r w:rsidRPr="00B07F2D">
        <w:rPr>
          <w:rFonts w:asciiTheme="minorHAnsi" w:hAnsiTheme="minorHAnsi" w:cs="Arial"/>
        </w:rPr>
        <w:t>Über eine positive Antwort/Rückmeldung freue ich mich.</w:t>
      </w:r>
    </w:p>
    <w:p w:rsidR="00B07F2D" w:rsidRPr="00B07F2D" w:rsidRDefault="00B07F2D" w:rsidP="001F5F2D">
      <w:pPr>
        <w:rPr>
          <w:rFonts w:asciiTheme="minorHAnsi" w:hAnsiTheme="minorHAnsi"/>
          <w:sz w:val="22"/>
          <w:szCs w:val="22"/>
        </w:rPr>
      </w:pPr>
    </w:p>
    <w:sectPr w:rsidR="00B07F2D" w:rsidRPr="00B07F2D" w:rsidSect="00275E5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F2D" w:rsidRDefault="00B07F2D" w:rsidP="009142A2">
      <w:r>
        <w:separator/>
      </w:r>
    </w:p>
  </w:endnote>
  <w:endnote w:type="continuationSeparator" w:id="0">
    <w:p w:rsidR="00B07F2D" w:rsidRDefault="00B07F2D" w:rsidP="0091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C3" w:rsidRPr="00AF20C3" w:rsidRDefault="00AF20C3" w:rsidP="00AF20C3">
    <w:pPr>
      <w:pStyle w:val="Fuzeile"/>
      <w:rPr>
        <w:rFonts w:asciiTheme="minorHAnsi" w:hAnsiTheme="minorHAnsi"/>
        <w:sz w:val="19"/>
        <w:szCs w:val="19"/>
      </w:rPr>
    </w:pPr>
    <w:r w:rsidRPr="00AF20C3">
      <w:rPr>
        <w:rFonts w:asciiTheme="minorHAnsi" w:hAnsiTheme="minorHAnsi"/>
        <w:sz w:val="19"/>
        <w:szCs w:val="19"/>
        <w:lang w:val="de-DE"/>
      </w:rPr>
      <w:t>Darf für Unterrichtszwecke verwendet und bearbeitet werden!</w:t>
    </w:r>
    <w:r w:rsidRPr="00AF20C3">
      <w:rPr>
        <w:rFonts w:asciiTheme="minorHAnsi" w:hAnsiTheme="minorHAnsi"/>
        <w:sz w:val="19"/>
        <w:szCs w:val="19"/>
        <w:lang w:val="de-DE"/>
      </w:rPr>
      <w:tab/>
      <w:t xml:space="preserve">Seite </w:t>
    </w:r>
    <w:r w:rsidRPr="00AF20C3">
      <w:rPr>
        <w:rFonts w:asciiTheme="minorHAnsi" w:hAnsiTheme="minorHAnsi"/>
        <w:b/>
        <w:bCs/>
        <w:sz w:val="19"/>
        <w:szCs w:val="19"/>
      </w:rPr>
      <w:fldChar w:fldCharType="begin"/>
    </w:r>
    <w:r w:rsidRPr="00AF20C3">
      <w:rPr>
        <w:rFonts w:asciiTheme="minorHAnsi" w:hAnsiTheme="minorHAnsi"/>
        <w:b/>
        <w:bCs/>
        <w:sz w:val="19"/>
        <w:szCs w:val="19"/>
      </w:rPr>
      <w:instrText>PAGE  \* Arabic  \* MERGEFORMAT</w:instrText>
    </w:r>
    <w:r w:rsidRPr="00AF20C3">
      <w:rPr>
        <w:rFonts w:asciiTheme="minorHAnsi" w:hAnsiTheme="minorHAnsi"/>
        <w:b/>
        <w:bCs/>
        <w:sz w:val="19"/>
        <w:szCs w:val="19"/>
      </w:rPr>
      <w:fldChar w:fldCharType="separate"/>
    </w:r>
    <w:r w:rsidR="00B90415" w:rsidRPr="00B90415">
      <w:rPr>
        <w:rFonts w:asciiTheme="minorHAnsi" w:hAnsiTheme="minorHAnsi"/>
        <w:b/>
        <w:bCs/>
        <w:noProof/>
        <w:sz w:val="19"/>
        <w:szCs w:val="19"/>
        <w:lang w:val="de-DE"/>
      </w:rPr>
      <w:t>2</w:t>
    </w:r>
    <w:r w:rsidRPr="00AF20C3">
      <w:rPr>
        <w:rFonts w:asciiTheme="minorHAnsi" w:hAnsiTheme="minorHAnsi"/>
        <w:b/>
        <w:bCs/>
        <w:sz w:val="19"/>
        <w:szCs w:val="19"/>
      </w:rPr>
      <w:fldChar w:fldCharType="end"/>
    </w:r>
    <w:r w:rsidRPr="00AF20C3">
      <w:rPr>
        <w:rFonts w:asciiTheme="minorHAnsi" w:hAnsiTheme="minorHAnsi"/>
        <w:sz w:val="19"/>
        <w:szCs w:val="19"/>
        <w:lang w:val="de-DE"/>
      </w:rPr>
      <w:t xml:space="preserve"> </w:t>
    </w:r>
    <w:r w:rsidRPr="00AF20C3">
      <w:rPr>
        <w:rFonts w:asciiTheme="minorHAnsi" w:hAnsiTheme="minorHAnsi"/>
        <w:sz w:val="19"/>
        <w:szCs w:val="19"/>
        <w:lang w:val="de-DE"/>
      </w:rPr>
      <w:sym w:font="Symbol" w:char="F0BD"/>
    </w:r>
    <w:r w:rsidRPr="00AF20C3">
      <w:rPr>
        <w:rFonts w:asciiTheme="minorHAnsi" w:hAnsiTheme="minorHAnsi"/>
        <w:b/>
        <w:bCs/>
        <w:sz w:val="19"/>
        <w:szCs w:val="19"/>
      </w:rPr>
      <w:fldChar w:fldCharType="begin"/>
    </w:r>
    <w:r w:rsidRPr="00AF20C3">
      <w:rPr>
        <w:rFonts w:asciiTheme="minorHAnsi" w:hAnsiTheme="minorHAnsi"/>
        <w:b/>
        <w:bCs/>
        <w:sz w:val="19"/>
        <w:szCs w:val="19"/>
      </w:rPr>
      <w:instrText>NUMPAGES  \* Arabic  \* MERGEFORMAT</w:instrText>
    </w:r>
    <w:r w:rsidRPr="00AF20C3">
      <w:rPr>
        <w:rFonts w:asciiTheme="minorHAnsi" w:hAnsiTheme="minorHAnsi"/>
        <w:b/>
        <w:bCs/>
        <w:sz w:val="19"/>
        <w:szCs w:val="19"/>
      </w:rPr>
      <w:fldChar w:fldCharType="separate"/>
    </w:r>
    <w:r w:rsidR="00B90415" w:rsidRPr="00B90415">
      <w:rPr>
        <w:rFonts w:asciiTheme="minorHAnsi" w:hAnsiTheme="minorHAnsi"/>
        <w:b/>
        <w:bCs/>
        <w:noProof/>
        <w:sz w:val="19"/>
        <w:szCs w:val="19"/>
        <w:lang w:val="de-DE"/>
      </w:rPr>
      <w:t>2</w:t>
    </w:r>
    <w:r w:rsidRPr="00AF20C3">
      <w:rPr>
        <w:rFonts w:asciiTheme="minorHAnsi" w:hAnsiTheme="minorHAnsi"/>
        <w:b/>
        <w:bCs/>
        <w:sz w:val="19"/>
        <w:szCs w:val="19"/>
      </w:rPr>
      <w:fldChar w:fldCharType="end"/>
    </w:r>
  </w:p>
  <w:p w:rsidR="00AF20C3" w:rsidRPr="00AF20C3" w:rsidRDefault="00AF20C3" w:rsidP="00AF20C3">
    <w:pPr>
      <w:pStyle w:val="Fuzeile"/>
      <w:jc w:val="both"/>
      <w:rPr>
        <w:rFonts w:asciiTheme="minorHAnsi" w:hAnsiTheme="minorHAnsi"/>
        <w:sz w:val="6"/>
        <w:szCs w:val="19"/>
      </w:rPr>
    </w:pPr>
  </w:p>
  <w:p w:rsidR="00AF20C3" w:rsidRPr="00AF20C3" w:rsidRDefault="00AF20C3" w:rsidP="00AF20C3">
    <w:pPr>
      <w:pStyle w:val="Fuzeile"/>
      <w:jc w:val="both"/>
      <w:rPr>
        <w:rFonts w:asciiTheme="minorHAnsi" w:hAnsiTheme="minorHAnsi"/>
        <w:sz w:val="2"/>
        <w:szCs w:val="2"/>
      </w:rPr>
    </w:pPr>
    <w:r w:rsidRPr="00AF20C3">
      <w:rPr>
        <w:rFonts w:asciiTheme="minorHAnsi" w:hAnsiTheme="minorHAnsi"/>
        <w:sz w:val="19"/>
        <w:szCs w:val="19"/>
      </w:rPr>
      <w:t xml:space="preserve">Juventus Wirtschaftsschule </w:t>
    </w:r>
    <w:r w:rsidRPr="00AF20C3">
      <w:rPr>
        <w:rFonts w:asciiTheme="minorHAnsi" w:hAnsiTheme="minorHAnsi"/>
        <w:sz w:val="19"/>
        <w:szCs w:val="19"/>
      </w:rPr>
      <w:sym w:font="Symbol" w:char="F0BD"/>
    </w:r>
    <w:r w:rsidRPr="00AF20C3">
      <w:rPr>
        <w:rFonts w:asciiTheme="minorHAnsi" w:hAnsiTheme="minorHAnsi"/>
        <w:sz w:val="19"/>
        <w:szCs w:val="19"/>
      </w:rPr>
      <w:t xml:space="preserve"> Lagerstrasse 45 </w:t>
    </w:r>
    <w:r w:rsidRPr="00AF20C3">
      <w:rPr>
        <w:rFonts w:asciiTheme="minorHAnsi" w:hAnsiTheme="minorHAnsi"/>
        <w:sz w:val="19"/>
        <w:szCs w:val="19"/>
      </w:rPr>
      <w:sym w:font="Symbol" w:char="F0BD"/>
    </w:r>
    <w:r w:rsidRPr="00AF20C3">
      <w:rPr>
        <w:rFonts w:asciiTheme="minorHAnsi" w:hAnsiTheme="minorHAnsi"/>
        <w:sz w:val="19"/>
        <w:szCs w:val="19"/>
      </w:rPr>
      <w:t xml:space="preserve"> 8004 Zürich </w:t>
    </w:r>
    <w:r w:rsidRPr="00AF20C3">
      <w:rPr>
        <w:rFonts w:asciiTheme="minorHAnsi" w:hAnsiTheme="minorHAnsi"/>
        <w:sz w:val="19"/>
        <w:szCs w:val="19"/>
      </w:rPr>
      <w:sym w:font="Symbol" w:char="F0BD"/>
    </w:r>
    <w:r w:rsidRPr="00AF20C3">
      <w:rPr>
        <w:rFonts w:asciiTheme="minorHAnsi" w:hAnsiTheme="minorHAnsi"/>
        <w:sz w:val="19"/>
        <w:szCs w:val="19"/>
      </w:rPr>
      <w:t xml:space="preserve"> 043-268 25 11 </w:t>
    </w:r>
    <w:r w:rsidRPr="00AF20C3">
      <w:rPr>
        <w:rFonts w:asciiTheme="minorHAnsi" w:hAnsiTheme="minorHAnsi"/>
        <w:sz w:val="19"/>
        <w:szCs w:val="19"/>
      </w:rPr>
      <w:sym w:font="Symbol" w:char="F0BD"/>
    </w:r>
    <w:r w:rsidRPr="00AF20C3">
      <w:rPr>
        <w:rFonts w:asciiTheme="minorHAnsi" w:hAnsiTheme="minorHAnsi"/>
        <w:sz w:val="19"/>
        <w:szCs w:val="19"/>
      </w:rPr>
      <w:t xml:space="preserve"> </w:t>
    </w:r>
    <w:hyperlink r:id="rId1" w:history="1">
      <w:r w:rsidRPr="00AF20C3">
        <w:rPr>
          <w:rStyle w:val="Hyperlink"/>
          <w:rFonts w:asciiTheme="minorHAnsi" w:hAnsiTheme="minorHAnsi"/>
          <w:sz w:val="19"/>
          <w:szCs w:val="19"/>
        </w:rPr>
        <w:t>info@juventus-wirtschaftsschule.ch</w:t>
      </w:r>
    </w:hyperlink>
    <w:r w:rsidRPr="00AF20C3">
      <w:rPr>
        <w:rFonts w:asciiTheme="minorHAnsi" w:hAnsiTheme="minorHAnsi"/>
        <w:sz w:val="19"/>
        <w:szCs w:val="19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F2D" w:rsidRDefault="00B07F2D" w:rsidP="009142A2">
      <w:r>
        <w:separator/>
      </w:r>
    </w:p>
  </w:footnote>
  <w:footnote w:type="continuationSeparator" w:id="0">
    <w:p w:rsidR="00B07F2D" w:rsidRDefault="00B07F2D" w:rsidP="0091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A489F"/>
    <w:multiLevelType w:val="hybridMultilevel"/>
    <w:tmpl w:val="D8F6E78A"/>
    <w:lvl w:ilvl="0" w:tplc="0FC2F4E0">
      <w:numFmt w:val="bullet"/>
      <w:lvlText w:val="-"/>
      <w:lvlJc w:val="left"/>
      <w:pPr>
        <w:ind w:left="426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73F11E5"/>
    <w:multiLevelType w:val="hybridMultilevel"/>
    <w:tmpl w:val="2D26775E"/>
    <w:lvl w:ilvl="0" w:tplc="FC46B5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31BA3"/>
    <w:multiLevelType w:val="hybridMultilevel"/>
    <w:tmpl w:val="DD7C82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B62D1"/>
    <w:multiLevelType w:val="hybridMultilevel"/>
    <w:tmpl w:val="7908A4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827D9"/>
    <w:multiLevelType w:val="hybridMultilevel"/>
    <w:tmpl w:val="3D94B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B2FB7"/>
    <w:multiLevelType w:val="hybridMultilevel"/>
    <w:tmpl w:val="5CA230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D8"/>
    <w:rsid w:val="000670D6"/>
    <w:rsid w:val="001F5F2D"/>
    <w:rsid w:val="00265E87"/>
    <w:rsid w:val="00275E56"/>
    <w:rsid w:val="002A25C4"/>
    <w:rsid w:val="0034013C"/>
    <w:rsid w:val="00350E1F"/>
    <w:rsid w:val="00431D58"/>
    <w:rsid w:val="004A10D5"/>
    <w:rsid w:val="0057591C"/>
    <w:rsid w:val="007B0AAA"/>
    <w:rsid w:val="00843186"/>
    <w:rsid w:val="00854504"/>
    <w:rsid w:val="00857788"/>
    <w:rsid w:val="0088534E"/>
    <w:rsid w:val="009142A2"/>
    <w:rsid w:val="00A13CA6"/>
    <w:rsid w:val="00AF20C3"/>
    <w:rsid w:val="00B07F2D"/>
    <w:rsid w:val="00B90415"/>
    <w:rsid w:val="00C94F89"/>
    <w:rsid w:val="00CA25BA"/>
    <w:rsid w:val="00CA40D8"/>
    <w:rsid w:val="00D5510C"/>
    <w:rsid w:val="00DF2081"/>
    <w:rsid w:val="00E15EC1"/>
    <w:rsid w:val="00E25DF6"/>
    <w:rsid w:val="00E3452E"/>
    <w:rsid w:val="00ED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5:docId w15:val="{A8FDB37E-7D45-4623-B0DF-4EF52461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40D8"/>
    <w:pPr>
      <w:spacing w:after="0" w:line="240" w:lineRule="auto"/>
    </w:pPr>
    <w:rPr>
      <w:rFonts w:ascii="Arial" w:eastAsia="Times New Roman" w:hAnsi="Arial" w:cs="Times New Roman"/>
      <w:sz w:val="20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42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2A2"/>
    <w:rPr>
      <w:rFonts w:ascii="Arial" w:eastAsia="Times New Roman" w:hAnsi="Arial" w:cs="Times New Roman"/>
      <w:sz w:val="20"/>
      <w:szCs w:val="24"/>
      <w:lang w:val="de-CH" w:eastAsia="de-CH"/>
    </w:rPr>
  </w:style>
  <w:style w:type="paragraph" w:styleId="Fuzeile">
    <w:name w:val="footer"/>
    <w:basedOn w:val="Standard"/>
    <w:link w:val="FuzeileZchn"/>
    <w:uiPriority w:val="99"/>
    <w:unhideWhenUsed/>
    <w:rsid w:val="009142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2A2"/>
    <w:rPr>
      <w:rFonts w:ascii="Arial" w:eastAsia="Times New Roman" w:hAnsi="Arial" w:cs="Times New Roman"/>
      <w:sz w:val="20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A13CA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F20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juventus-wirtschaftsschule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428FC609</Template>
  <TotalTime>0</TotalTime>
  <Pages>2</Pages>
  <Words>546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HSZ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Keller</dc:creator>
  <cp:keywords/>
  <dc:description/>
  <cp:lastModifiedBy>Frei, Felix</cp:lastModifiedBy>
  <cp:revision>5</cp:revision>
  <cp:lastPrinted>2016-10-24T13:39:00Z</cp:lastPrinted>
  <dcterms:created xsi:type="dcterms:W3CDTF">2016-10-24T13:06:00Z</dcterms:created>
  <dcterms:modified xsi:type="dcterms:W3CDTF">2016-10-24T13:39:00Z</dcterms:modified>
</cp:coreProperties>
</file>